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958E7" w14:textId="77777777" w:rsidR="00405F04" w:rsidRPr="0045507F" w:rsidRDefault="00E765E8" w:rsidP="00BA45CF">
      <w:pPr>
        <w:pStyle w:val="berschrift1"/>
      </w:pPr>
      <w:r>
        <w:rPr>
          <w:noProof/>
        </w:rPr>
        <w:pict w14:anchorId="4099E8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-23.8pt;margin-top:0;width:126.6pt;height:126.6pt;z-index:7;mso-position-horizontal:right;mso-position-horizontal-relative:margin;mso-position-vertical:top;mso-position-vertical-relative:margin">
            <v:imagedata r:id="rId8" o:title="E83EF8D9"/>
            <w10:wrap type="square" anchorx="margin" anchory="margin"/>
          </v:shape>
        </w:pict>
      </w:r>
      <w:proofErr w:type="spellStart"/>
      <w:r w:rsidR="007908B9">
        <w:t>My</w:t>
      </w:r>
      <w:proofErr w:type="spellEnd"/>
      <w:r w:rsidR="007908B9">
        <w:t xml:space="preserve"> </w:t>
      </w:r>
      <w:proofErr w:type="spellStart"/>
      <w:r w:rsidR="007908B9">
        <w:t>Swim</w:t>
      </w:r>
      <w:proofErr w:type="spellEnd"/>
      <w:r w:rsidR="007908B9">
        <w:t xml:space="preserve"> </w:t>
      </w:r>
      <w:proofErr w:type="spellStart"/>
      <w:r w:rsidR="007908B9">
        <w:t>Results</w:t>
      </w:r>
      <w:proofErr w:type="spellEnd"/>
    </w:p>
    <w:p w14:paraId="34790028" w14:textId="649F2F6D" w:rsidR="00D25B52" w:rsidRDefault="00F73096" w:rsidP="00B94755">
      <w:pPr>
        <w:jc w:val="both"/>
      </w:pPr>
      <w:r>
        <w:t>I</w:t>
      </w:r>
      <w:r w:rsidR="00D25B52">
        <w:t xml:space="preserve">m Auftrag eines Linzer Schwimmvereins soll eine App entwickelt werden, die die Abfrage von Schwimm-Bestzeiten über die Homepage des </w:t>
      </w:r>
      <w:r w:rsidR="000A6907">
        <w:t>O</w:t>
      </w:r>
      <w:r w:rsidR="00D25B52">
        <w:t>SV (Österreichischen Schwimmverbands) erleichtern soll.</w:t>
      </w:r>
    </w:p>
    <w:p w14:paraId="2107C664" w14:textId="4F2A30C0" w:rsidR="00D25B52" w:rsidRDefault="00D25B52" w:rsidP="00F421B1">
      <w:r w:rsidRPr="00F421B1">
        <w:rPr>
          <w:b/>
        </w:rPr>
        <w:t>I</w:t>
      </w:r>
      <w:r w:rsidR="00B94755" w:rsidRPr="00F421B1">
        <w:rPr>
          <w:b/>
        </w:rPr>
        <w:t>m Rahmen dieser Aufgabe soll die</w:t>
      </w:r>
      <w:r w:rsidRPr="00F421B1">
        <w:rPr>
          <w:b/>
        </w:rPr>
        <w:t xml:space="preserve"> erste Ausbaustufe</w:t>
      </w:r>
      <w:r>
        <w:t xml:space="preserve"> </w:t>
      </w:r>
      <w:r w:rsidR="00B94755">
        <w:t>für</w:t>
      </w:r>
      <w:r>
        <w:t xml:space="preserve"> das Hinzufügen und Entfernen </w:t>
      </w:r>
      <w:proofErr w:type="gramStart"/>
      <w:r>
        <w:t>von SchwimmerInnen</w:t>
      </w:r>
      <w:proofErr w:type="gramEnd"/>
      <w:r>
        <w:t xml:space="preserve"> anhand deren </w:t>
      </w:r>
      <w:r w:rsidR="00F421B1">
        <w:t>Homepage</w:t>
      </w:r>
      <w:r>
        <w:t xml:space="preserve">-internen </w:t>
      </w:r>
      <w:proofErr w:type="spellStart"/>
      <w:r w:rsidRPr="00F421B1">
        <w:rPr>
          <w:i/>
        </w:rPr>
        <w:t>SwimmerID</w:t>
      </w:r>
      <w:proofErr w:type="spellEnd"/>
      <w:r>
        <w:t xml:space="preserve"> mithilfe einer lokalen Room-Datenbank implementier</w:t>
      </w:r>
      <w:r w:rsidR="00B94755">
        <w:t>t werden.</w:t>
      </w:r>
    </w:p>
    <w:p w14:paraId="4252A539" w14:textId="77777777" w:rsidR="00D25B52" w:rsidRDefault="00D25B52" w:rsidP="00F421B1">
      <w:r>
        <w:t>In der Endversion sollen dann auf Knopfdruck die jeweiligen Bestzeiten aller von der App verwalteten SchwimmerInnen von der OSV-Webseite in die lokale Datenbank synchronisiert werden, um daraus individuelle Ranglisten erstellen zu können.</w:t>
      </w:r>
    </w:p>
    <w:p w14:paraId="77994CB4" w14:textId="77777777" w:rsidR="00D25B52" w:rsidRDefault="00D25B52" w:rsidP="00F73096">
      <w:pPr>
        <w:pStyle w:val="berschrift2"/>
        <w:ind w:left="0"/>
      </w:pPr>
      <w:r>
        <w:t>OSV-Website</w:t>
      </w:r>
    </w:p>
    <w:p w14:paraId="4F207CCB" w14:textId="77777777" w:rsidR="000660C2" w:rsidRDefault="00D25B52" w:rsidP="0059082D">
      <w:pPr>
        <w:jc w:val="both"/>
      </w:pPr>
      <w:r>
        <w:t xml:space="preserve">Leider bietet die OSV-Website keine REST-Schnittstellen zur Schwimmerdatenbank an, sondern es müssen stattdessen die HTML-Seiten, die von einem ASP.Net-Server erstellt werden, geparst werden. Dazu ist es notwendig, die interne </w:t>
      </w:r>
      <w:proofErr w:type="spellStart"/>
      <w:r w:rsidRPr="00820DF6">
        <w:rPr>
          <w:i/>
        </w:rPr>
        <w:t>SwimmerID</w:t>
      </w:r>
      <w:proofErr w:type="spellEnd"/>
      <w:r>
        <w:t xml:space="preserve"> zu kennen.</w:t>
      </w:r>
      <w:r w:rsidR="000660C2">
        <w:t xml:space="preserve"> Diese lä</w:t>
      </w:r>
      <w:r w:rsidR="000C4290">
        <w:t>ss</w:t>
      </w:r>
      <w:r w:rsidR="000660C2">
        <w:t xml:space="preserve">t sich über das Web-Formular Personensuche herausfinden: </w:t>
      </w:r>
      <w:hyperlink r:id="rId9" w:history="1">
        <w:r w:rsidR="000660C2" w:rsidRPr="0060478E">
          <w:rPr>
            <w:rStyle w:val="Hyperlink"/>
          </w:rPr>
          <w:t>https://ergebnisse.osv.or.at/modules/Results/Individual.aspx?Lang=de-DE</w:t>
        </w:r>
      </w:hyperlink>
      <w:r w:rsidR="000660C2">
        <w:t xml:space="preserve"> </w:t>
      </w:r>
      <w:r>
        <w:t xml:space="preserve"> </w:t>
      </w:r>
    </w:p>
    <w:p w14:paraId="2C6044B3" w14:textId="77777777" w:rsidR="00D25B52" w:rsidRDefault="00E765E8" w:rsidP="007133BA">
      <w:r>
        <w:rPr>
          <w:noProof/>
        </w:rPr>
        <w:pict w14:anchorId="6B6A1B5D">
          <v:shape id="Grafik 1" o:spid="_x0000_s1029" type="#_x0000_t75" style="position:absolute;margin-left:269.9pt;margin-top:267pt;width:230.5pt;height:138.5pt;z-index:1;visibility:visible;mso-wrap-style:square;mso-position-horizontal-relative:margin;mso-position-vertical-relative:margin">
            <v:imagedata r:id="rId10" o:title=""/>
            <w10:wrap type="square" anchorx="margin" anchory="margin"/>
          </v:shape>
        </w:pict>
      </w:r>
      <w:r w:rsidR="00D25B52">
        <w:t xml:space="preserve">Zum Testen </w:t>
      </w:r>
      <w:r w:rsidR="000660C2">
        <w:t>werden hier</w:t>
      </w:r>
      <w:r w:rsidR="00D25B52">
        <w:t xml:space="preserve"> bereits </w:t>
      </w:r>
      <w:r w:rsidR="000660C2">
        <w:t>die</w:t>
      </w:r>
      <w:r w:rsidR="00D25B52">
        <w:t xml:space="preserve"> internen IDs </w:t>
      </w:r>
      <w:r w:rsidR="000660C2">
        <w:t xml:space="preserve">von </w:t>
      </w:r>
      <w:r w:rsidR="000C4290">
        <w:t xml:space="preserve">einigen </w:t>
      </w:r>
      <w:r w:rsidR="000660C2">
        <w:t xml:space="preserve">österreichischen </w:t>
      </w:r>
      <w:proofErr w:type="spellStart"/>
      <w:r w:rsidR="000660C2">
        <w:t>SpitzenschwimmerInnen</w:t>
      </w:r>
      <w:proofErr w:type="spellEnd"/>
      <w:r w:rsidR="000660C2">
        <w:t xml:space="preserve"> bereitgestellt: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976"/>
      </w:tblGrid>
      <w:tr w:rsidR="000660C2" w14:paraId="032820A8" w14:textId="77777777" w:rsidTr="006D0C8F">
        <w:tc>
          <w:tcPr>
            <w:tcW w:w="1101" w:type="dxa"/>
            <w:shd w:val="clear" w:color="auto" w:fill="auto"/>
          </w:tcPr>
          <w:p w14:paraId="04384F69" w14:textId="77777777" w:rsidR="000660C2" w:rsidRPr="000C4290" w:rsidRDefault="000660C2" w:rsidP="007133BA">
            <w:r w:rsidRPr="000C4290">
              <w:t>40096</w:t>
            </w:r>
          </w:p>
        </w:tc>
        <w:tc>
          <w:tcPr>
            <w:tcW w:w="2976" w:type="dxa"/>
            <w:shd w:val="clear" w:color="auto" w:fill="auto"/>
          </w:tcPr>
          <w:p w14:paraId="7F4B3473" w14:textId="77777777" w:rsidR="000660C2" w:rsidRPr="000C4290" w:rsidRDefault="000660C2" w:rsidP="000660C2">
            <w:r w:rsidRPr="000C4290">
              <w:t xml:space="preserve">Birgit </w:t>
            </w:r>
            <w:proofErr w:type="spellStart"/>
            <w:r w:rsidRPr="000C4290">
              <w:t>Koschischek</w:t>
            </w:r>
            <w:proofErr w:type="spellEnd"/>
          </w:p>
        </w:tc>
      </w:tr>
      <w:tr w:rsidR="000660C2" w14:paraId="7C81DC54" w14:textId="77777777" w:rsidTr="006D0C8F">
        <w:tc>
          <w:tcPr>
            <w:tcW w:w="1101" w:type="dxa"/>
            <w:shd w:val="clear" w:color="auto" w:fill="auto"/>
          </w:tcPr>
          <w:p w14:paraId="357990B1" w14:textId="77777777" w:rsidR="000660C2" w:rsidRPr="000C4290" w:rsidRDefault="000660C2" w:rsidP="007133BA">
            <w:r w:rsidRPr="000C4290">
              <w:t>369527</w:t>
            </w:r>
          </w:p>
        </w:tc>
        <w:tc>
          <w:tcPr>
            <w:tcW w:w="2976" w:type="dxa"/>
            <w:shd w:val="clear" w:color="auto" w:fill="auto"/>
          </w:tcPr>
          <w:p w14:paraId="13B0B0F8" w14:textId="77777777" w:rsidR="000660C2" w:rsidRPr="000C4290" w:rsidRDefault="000660C2" w:rsidP="007133BA">
            <w:r w:rsidRPr="000C4290">
              <w:t xml:space="preserve">Caroline </w:t>
            </w:r>
            <w:proofErr w:type="spellStart"/>
            <w:r w:rsidRPr="000C4290">
              <w:t>Pilhatsch</w:t>
            </w:r>
            <w:proofErr w:type="spellEnd"/>
          </w:p>
        </w:tc>
      </w:tr>
      <w:tr w:rsidR="000660C2" w14:paraId="7E62E744" w14:textId="77777777" w:rsidTr="006D0C8F">
        <w:tc>
          <w:tcPr>
            <w:tcW w:w="1101" w:type="dxa"/>
            <w:shd w:val="clear" w:color="auto" w:fill="auto"/>
          </w:tcPr>
          <w:p w14:paraId="1CEE723C" w14:textId="77777777" w:rsidR="000660C2" w:rsidRPr="000C4290" w:rsidRDefault="000660C2" w:rsidP="007133BA">
            <w:r w:rsidRPr="000C4290">
              <w:t>242511</w:t>
            </w:r>
          </w:p>
        </w:tc>
        <w:tc>
          <w:tcPr>
            <w:tcW w:w="2976" w:type="dxa"/>
            <w:shd w:val="clear" w:color="auto" w:fill="auto"/>
          </w:tcPr>
          <w:p w14:paraId="02A13B0C" w14:textId="77777777" w:rsidR="000660C2" w:rsidRPr="000C4290" w:rsidRDefault="000660C2" w:rsidP="007133BA">
            <w:r w:rsidRPr="000C4290">
              <w:t xml:space="preserve">Lena </w:t>
            </w:r>
            <w:proofErr w:type="spellStart"/>
            <w:r w:rsidRPr="000C4290">
              <w:t>Kreundl</w:t>
            </w:r>
            <w:proofErr w:type="spellEnd"/>
          </w:p>
        </w:tc>
      </w:tr>
      <w:tr w:rsidR="000660C2" w14:paraId="316BE999" w14:textId="77777777" w:rsidTr="006D0C8F">
        <w:tc>
          <w:tcPr>
            <w:tcW w:w="1101" w:type="dxa"/>
            <w:shd w:val="clear" w:color="auto" w:fill="auto"/>
          </w:tcPr>
          <w:p w14:paraId="334F067B" w14:textId="77777777" w:rsidR="000660C2" w:rsidRPr="000C4290" w:rsidRDefault="000660C2" w:rsidP="007133BA">
            <w:r w:rsidRPr="000C4290">
              <w:t>50309</w:t>
            </w:r>
          </w:p>
        </w:tc>
        <w:tc>
          <w:tcPr>
            <w:tcW w:w="2976" w:type="dxa"/>
            <w:shd w:val="clear" w:color="auto" w:fill="auto"/>
          </w:tcPr>
          <w:p w14:paraId="79B860F1" w14:textId="77777777" w:rsidR="000660C2" w:rsidRPr="000C4290" w:rsidRDefault="000660C2" w:rsidP="007133BA">
            <w:r w:rsidRPr="000C4290">
              <w:t>Markus Rogan</w:t>
            </w:r>
          </w:p>
        </w:tc>
      </w:tr>
      <w:tr w:rsidR="000660C2" w14:paraId="42F7859B" w14:textId="77777777" w:rsidTr="006D0C8F">
        <w:tc>
          <w:tcPr>
            <w:tcW w:w="1101" w:type="dxa"/>
            <w:shd w:val="clear" w:color="auto" w:fill="auto"/>
          </w:tcPr>
          <w:p w14:paraId="13ED69BA" w14:textId="77777777" w:rsidR="000660C2" w:rsidRPr="000C4290" w:rsidRDefault="000660C2" w:rsidP="007133BA">
            <w:r w:rsidRPr="000C4290">
              <w:t>41575</w:t>
            </w:r>
          </w:p>
        </w:tc>
        <w:tc>
          <w:tcPr>
            <w:tcW w:w="2976" w:type="dxa"/>
            <w:shd w:val="clear" w:color="auto" w:fill="auto"/>
          </w:tcPr>
          <w:p w14:paraId="15FDC191" w14:textId="77777777" w:rsidR="000660C2" w:rsidRPr="000C4290" w:rsidRDefault="000660C2" w:rsidP="007133BA">
            <w:r w:rsidRPr="000C4290">
              <w:t xml:space="preserve">Bernhard </w:t>
            </w:r>
            <w:proofErr w:type="spellStart"/>
            <w:r w:rsidRPr="000C4290">
              <w:t>Reitshammer</w:t>
            </w:r>
            <w:proofErr w:type="spellEnd"/>
          </w:p>
        </w:tc>
      </w:tr>
      <w:tr w:rsidR="000660C2" w14:paraId="1ACF3C5C" w14:textId="77777777" w:rsidTr="006D0C8F">
        <w:tc>
          <w:tcPr>
            <w:tcW w:w="1101" w:type="dxa"/>
            <w:shd w:val="clear" w:color="auto" w:fill="auto"/>
          </w:tcPr>
          <w:p w14:paraId="2CCD7269" w14:textId="77777777" w:rsidR="000660C2" w:rsidRPr="000C4290" w:rsidRDefault="000660C2" w:rsidP="007133BA">
            <w:r w:rsidRPr="000C4290">
              <w:t>373202</w:t>
            </w:r>
          </w:p>
        </w:tc>
        <w:tc>
          <w:tcPr>
            <w:tcW w:w="2976" w:type="dxa"/>
            <w:shd w:val="clear" w:color="auto" w:fill="auto"/>
          </w:tcPr>
          <w:p w14:paraId="60AAFD96" w14:textId="77777777" w:rsidR="000660C2" w:rsidRPr="000C4290" w:rsidRDefault="000660C2" w:rsidP="007133BA">
            <w:r w:rsidRPr="000C4290">
              <w:t xml:space="preserve">Alexander </w:t>
            </w:r>
            <w:proofErr w:type="spellStart"/>
            <w:r w:rsidRPr="000C4290">
              <w:t>Trampitsch</w:t>
            </w:r>
            <w:proofErr w:type="spellEnd"/>
          </w:p>
        </w:tc>
      </w:tr>
    </w:tbl>
    <w:p w14:paraId="1B4B593C" w14:textId="278CC2A9" w:rsidR="000660C2" w:rsidRDefault="0059082D" w:rsidP="007133BA">
      <w:r>
        <w:t xml:space="preserve">Wie man sieht, </w:t>
      </w:r>
      <w:r w:rsidR="00702B3B">
        <w:t>ist die interne ID numerisch mit</w:t>
      </w:r>
      <w:r>
        <w:t xml:space="preserve"> </w:t>
      </w:r>
      <w:r w:rsidR="00820DF6">
        <w:t xml:space="preserve">einer Länge von </w:t>
      </w:r>
      <w:r>
        <w:t>entweder 5 oder 6 Z</w:t>
      </w:r>
      <w:r w:rsidR="00702B3B">
        <w:t>iffern.</w:t>
      </w:r>
    </w:p>
    <w:p w14:paraId="34AB1509" w14:textId="177C83A2" w:rsidR="00574F63" w:rsidRDefault="00574F63" w:rsidP="00574F63">
      <w:pPr>
        <w:jc w:val="both"/>
      </w:pPr>
      <w:r>
        <w:t xml:space="preserve">Da die Suchformulare auf der OSV-Website </w:t>
      </w:r>
      <w:proofErr w:type="spellStart"/>
      <w:r w:rsidRPr="000C4290">
        <w:rPr>
          <w:i/>
        </w:rPr>
        <w:t>hidden</w:t>
      </w:r>
      <w:proofErr w:type="spellEnd"/>
      <w:r w:rsidRPr="000C4290">
        <w:rPr>
          <w:i/>
        </w:rPr>
        <w:t xml:space="preserve"> </w:t>
      </w:r>
      <w:proofErr w:type="spellStart"/>
      <w:r w:rsidRPr="000C4290">
        <w:rPr>
          <w:i/>
        </w:rPr>
        <w:t>fields</w:t>
      </w:r>
      <w:proofErr w:type="spellEnd"/>
      <w:r>
        <w:t xml:space="preserve"> mit Zustandsinformationen an den ASP.Net-Server mitsenden, gibt es leider nur eine Suchanfrage nach Schwimmergebnissen, die zustandslos funktioniert – nämlich die Suche </w:t>
      </w:r>
      <w:r w:rsidR="00C87FF2">
        <w:t xml:space="preserve">nach </w:t>
      </w:r>
      <w:r>
        <w:t>der Bestzeiten-</w:t>
      </w:r>
      <w:r w:rsidR="00C87FF2">
        <w:t>Entwicklung</w:t>
      </w:r>
      <w:r>
        <w:t xml:space="preserve"> für eine </w:t>
      </w:r>
      <w:proofErr w:type="spellStart"/>
      <w:r>
        <w:t>SwimmerID</w:t>
      </w:r>
      <w:proofErr w:type="spellEnd"/>
      <w:r>
        <w:t xml:space="preserve"> und eine spezifische Disziplin. </w:t>
      </w:r>
    </w:p>
    <w:p w14:paraId="2252C3A0" w14:textId="77777777" w:rsidR="00574F63" w:rsidRDefault="00574F63" w:rsidP="00574F63">
      <w:pPr>
        <w:jc w:val="both"/>
      </w:pPr>
      <w:r>
        <w:t xml:space="preserve">Hier ein Beispiel für die Suche nach den 50m Freistil-Bestzeiten von Alexander </w:t>
      </w:r>
      <w:proofErr w:type="spellStart"/>
      <w:r>
        <w:t>Trampitsch</w:t>
      </w:r>
      <w:proofErr w:type="spellEnd"/>
      <w:r>
        <w:t>:</w:t>
      </w:r>
    </w:p>
    <w:p w14:paraId="5C27A44B" w14:textId="77777777" w:rsidR="00574F63" w:rsidRDefault="00E765E8" w:rsidP="007133BA">
      <w:hyperlink r:id="rId11" w:history="1">
        <w:r w:rsidR="00574F63" w:rsidRPr="0060478E">
          <w:rPr>
            <w:rStyle w:val="Hyperlink"/>
          </w:rPr>
          <w:t>https://ergebnisse.osv.or.at/modules/Results/Stroke.aspx?SwimmerID=373202&amp;EventKey=50F</w:t>
        </w:r>
      </w:hyperlink>
    </w:p>
    <w:p w14:paraId="77D6C2E9" w14:textId="77777777" w:rsidR="00B94755" w:rsidRDefault="00B94755" w:rsidP="007133BA">
      <w:r>
        <w:t xml:space="preserve">Glücklicherweise enthält diese HTML-Seite alles, was sowohl für die Verwaltung der SchwimmerInnen in der App als auch für den späteren Download </w:t>
      </w:r>
      <w:r w:rsidR="000C4290">
        <w:t>von</w:t>
      </w:r>
      <w:r>
        <w:t xml:space="preserve"> Bestzeiten benötigt wird.</w:t>
      </w:r>
    </w:p>
    <w:p w14:paraId="0500538B" w14:textId="426C9E5B" w:rsidR="00691B96" w:rsidRDefault="00691B96" w:rsidP="00F73096">
      <w:pPr>
        <w:pStyle w:val="berschrift2"/>
        <w:ind w:left="0"/>
      </w:pPr>
      <w:r>
        <w:br w:type="page"/>
      </w:r>
      <w:r w:rsidR="00E765E8">
        <w:rPr>
          <w:noProof/>
        </w:rPr>
        <w:lastRenderedPageBreak/>
        <w:pict w14:anchorId="60A8AA88">
          <v:shape id="_x0000_s1031" type="#_x0000_t75" style="position:absolute;left:0;text-align:left;margin-left:261.7pt;margin-top:20.3pt;width:226.6pt;height:119.55pt;z-index:2;visibility:visible;mso-wrap-style:square;mso-position-horizontal-relative:margin;mso-position-vertical-relative:margin">
            <v:imagedata r:id="rId12" o:title=""/>
            <w10:wrap type="square" anchorx="margin" anchory="margin"/>
          </v:shape>
        </w:pict>
      </w:r>
      <w:r>
        <w:t>Datenmodell</w:t>
      </w:r>
    </w:p>
    <w:p w14:paraId="7891A860" w14:textId="77777777" w:rsidR="00574F63" w:rsidRDefault="00691B96" w:rsidP="007133BA">
      <w:r>
        <w:t>Für die erste Ausbaustufe reicht diese Entität:</w:t>
      </w:r>
    </w:p>
    <w:p w14:paraId="06F56383" w14:textId="5B400780" w:rsidR="00691B96" w:rsidRDefault="000D443A" w:rsidP="007133BA">
      <w:r>
        <w:rPr>
          <w:noProof/>
        </w:rPr>
        <w:pict w14:anchorId="41A3050A">
          <v:shape id="Grafik 1" o:spid="_x0000_i1025" type="#_x0000_t75" style="width:185.5pt;height:112pt;visibility:visible;mso-wrap-style:square">
            <v:imagedata r:id="rId13" o:title=""/>
          </v:shape>
        </w:pict>
      </w:r>
    </w:p>
    <w:p w14:paraId="0EF75D27" w14:textId="21DA5602" w:rsidR="00574F63" w:rsidRDefault="00951D79" w:rsidP="007133BA">
      <w:r w:rsidRPr="00951D79">
        <w:rPr>
          <w:b/>
        </w:rPr>
        <w:t>Achtung</w:t>
      </w:r>
      <w:r>
        <w:t>! Bei mehreren Vereinen ist nur der erste Verein aus der Table-</w:t>
      </w:r>
      <w:proofErr w:type="spellStart"/>
      <w:r>
        <w:t>Column</w:t>
      </w:r>
      <w:proofErr w:type="spellEnd"/>
      <w:r>
        <w:t xml:space="preserve"> zu übernehmen!</w:t>
      </w:r>
      <w:r w:rsidR="008A0C2B">
        <w:t xml:space="preserve"> Für </w:t>
      </w:r>
      <w:proofErr w:type="spellStart"/>
      <w:r w:rsidR="008A0C2B">
        <w:t>AgeGroup</w:t>
      </w:r>
      <w:proofErr w:type="spellEnd"/>
      <w:r w:rsidR="008A0C2B">
        <w:t xml:space="preserve"> ist nur der Jahrgang (ohne Alter) relevant.</w:t>
      </w:r>
    </w:p>
    <w:p w14:paraId="42BD5C5D" w14:textId="77777777" w:rsidR="00574F63" w:rsidRDefault="00E765E8" w:rsidP="00F73096">
      <w:pPr>
        <w:pStyle w:val="berschrift2"/>
        <w:ind w:left="0"/>
      </w:pPr>
      <w:r>
        <w:pict w14:anchorId="26051E1C">
          <v:shape id="_x0000_s1037" type="#_x0000_t75" style="position:absolute;left:0;text-align:left;margin-left:314.2pt;margin-top:206.15pt;width:197.3pt;height:150.5pt;z-index:3;mso-position-horizontal-relative:margin;mso-position-vertical-relative:margin">
            <v:imagedata r:id="rId14" o:title="" cropbottom="37320f"/>
            <w10:wrap type="square" anchorx="margin" anchory="margin"/>
          </v:shape>
        </w:pict>
      </w:r>
      <w:r w:rsidR="007A4514">
        <w:t xml:space="preserve">GUI: </w:t>
      </w:r>
      <w:proofErr w:type="spellStart"/>
      <w:r w:rsidR="007A4514">
        <w:t>SwimmerList</w:t>
      </w:r>
      <w:r w:rsidR="00951D79">
        <w:t>Fragment</w:t>
      </w:r>
      <w:proofErr w:type="spellEnd"/>
    </w:p>
    <w:p w14:paraId="758D224A" w14:textId="15538745" w:rsidR="007A4514" w:rsidRDefault="007A4514" w:rsidP="00951D79">
      <w:r>
        <w:t xml:space="preserve">Die </w:t>
      </w:r>
      <w:proofErr w:type="spellStart"/>
      <w:r>
        <w:t>scrollbare</w:t>
      </w:r>
      <w:proofErr w:type="spellEnd"/>
      <w:r>
        <w:t xml:space="preserve"> </w:t>
      </w:r>
      <w:proofErr w:type="spellStart"/>
      <w:r>
        <w:t>RecyclerView</w:t>
      </w:r>
      <w:proofErr w:type="spellEnd"/>
      <w:r>
        <w:t xml:space="preserve"> zeigt alle in der lokalen Room-Datenbank enthaltenen </w:t>
      </w:r>
      <w:proofErr w:type="spellStart"/>
      <w:r w:rsidR="00951D79">
        <w:rPr>
          <w:rFonts w:ascii="Courier New" w:hAnsi="Courier New" w:cs="Courier New"/>
          <w:i/>
        </w:rPr>
        <w:t>S</w:t>
      </w:r>
      <w:r w:rsidR="00951D79" w:rsidRPr="00951D79">
        <w:rPr>
          <w:rFonts w:ascii="Courier New" w:hAnsi="Courier New" w:cs="Courier New"/>
          <w:i/>
        </w:rPr>
        <w:t>wimmer</w:t>
      </w:r>
      <w:proofErr w:type="spellEnd"/>
      <w:r w:rsidR="00FF2703">
        <w:t xml:space="preserve"> (Layout wie rechts abgebildet).</w:t>
      </w:r>
    </w:p>
    <w:p w14:paraId="42696E2A" w14:textId="77777777" w:rsidR="00951D79" w:rsidRPr="00951D79" w:rsidRDefault="00951D79" w:rsidP="00951D79">
      <w:pPr>
        <w:rPr>
          <w:b/>
          <w:sz w:val="28"/>
        </w:rPr>
      </w:pPr>
      <w:r w:rsidRPr="00951D79">
        <w:rPr>
          <w:b/>
          <w:sz w:val="28"/>
        </w:rPr>
        <w:t>Funktionalität:</w:t>
      </w:r>
    </w:p>
    <w:p w14:paraId="61B40FB5" w14:textId="77777777" w:rsidR="00951D79" w:rsidRDefault="00951D79" w:rsidP="002B2E4A">
      <w:pPr>
        <w:numPr>
          <w:ilvl w:val="0"/>
          <w:numId w:val="7"/>
        </w:numPr>
      </w:pPr>
      <w:r>
        <w:t>Sortierung: Nachname, dann Vorname</w:t>
      </w:r>
    </w:p>
    <w:p w14:paraId="53CB7369" w14:textId="77777777" w:rsidR="00951D79" w:rsidRDefault="00951D79" w:rsidP="002B2E4A">
      <w:pPr>
        <w:numPr>
          <w:ilvl w:val="0"/>
          <w:numId w:val="7"/>
        </w:numPr>
      </w:pPr>
      <w:r w:rsidRPr="00951D79">
        <w:rPr>
          <w:b/>
        </w:rPr>
        <w:t>Delete</w:t>
      </w:r>
      <w:r>
        <w:t xml:space="preserve">: Beim Klicken auf den Papierkorb wird der </w:t>
      </w:r>
      <w:proofErr w:type="spellStart"/>
      <w:r>
        <w:rPr>
          <w:rFonts w:ascii="Courier New" w:hAnsi="Courier New" w:cs="Courier New"/>
          <w:i/>
        </w:rPr>
        <w:t>S</w:t>
      </w:r>
      <w:r w:rsidRPr="00951D79">
        <w:rPr>
          <w:rFonts w:ascii="Courier New" w:hAnsi="Courier New" w:cs="Courier New"/>
          <w:i/>
        </w:rPr>
        <w:t>wimmer</w:t>
      </w:r>
      <w:proofErr w:type="spellEnd"/>
      <w:r>
        <w:t xml:space="preserve"> aus der Datenbank gelöscht und die Liste aktualisiert</w:t>
      </w:r>
    </w:p>
    <w:p w14:paraId="3F17691F" w14:textId="77777777" w:rsidR="00951D79" w:rsidRDefault="00951D79" w:rsidP="002B2E4A">
      <w:pPr>
        <w:numPr>
          <w:ilvl w:val="0"/>
          <w:numId w:val="7"/>
        </w:numPr>
        <w:jc w:val="both"/>
      </w:pPr>
      <w:r w:rsidRPr="00951D79">
        <w:rPr>
          <w:b/>
        </w:rPr>
        <w:t>Insert</w:t>
      </w:r>
      <w:r>
        <w:t xml:space="preserve">: Beim Klicken auf das + im Options-Menü erscheint das </w:t>
      </w:r>
      <w:proofErr w:type="spellStart"/>
      <w:r w:rsidRPr="00951D79">
        <w:rPr>
          <w:rFonts w:ascii="Courier New" w:hAnsi="Courier New" w:cs="Courier New"/>
          <w:i/>
        </w:rPr>
        <w:t>EditSwimmerFragment</w:t>
      </w:r>
      <w:proofErr w:type="spellEnd"/>
      <w:r>
        <w:t xml:space="preserve"> (siehe unten), wo anhand der </w:t>
      </w:r>
      <w:proofErr w:type="spellStart"/>
      <w:r w:rsidRPr="00951D79">
        <w:rPr>
          <w:rFonts w:ascii="Courier New" w:hAnsi="Courier New" w:cs="Courier New"/>
          <w:i/>
        </w:rPr>
        <w:t>SwimmerID</w:t>
      </w:r>
      <w:proofErr w:type="spellEnd"/>
      <w:r>
        <w:t xml:space="preserve"> ein neuer </w:t>
      </w:r>
      <w:proofErr w:type="spellStart"/>
      <w:r w:rsidRPr="00951D79">
        <w:rPr>
          <w:rFonts w:ascii="Courier New" w:hAnsi="Courier New" w:cs="Courier New"/>
          <w:i/>
        </w:rPr>
        <w:t>Swimmer</w:t>
      </w:r>
      <w:proofErr w:type="spellEnd"/>
      <w:r>
        <w:t xml:space="preserve"> gesucht und erstellt wird.</w:t>
      </w:r>
    </w:p>
    <w:p w14:paraId="0028AC46" w14:textId="77777777" w:rsidR="00951D79" w:rsidRDefault="00951D79" w:rsidP="002B2E4A">
      <w:pPr>
        <w:numPr>
          <w:ilvl w:val="0"/>
          <w:numId w:val="7"/>
        </w:numPr>
        <w:jc w:val="both"/>
      </w:pPr>
      <w:r w:rsidRPr="00951D79">
        <w:rPr>
          <w:b/>
        </w:rPr>
        <w:t>Update</w:t>
      </w:r>
      <w:r>
        <w:t xml:space="preserve">: Beim Klicken auf die gesamte </w:t>
      </w:r>
      <w:proofErr w:type="spellStart"/>
      <w:r w:rsidRPr="001F5E0A">
        <w:rPr>
          <w:rFonts w:ascii="Courier New" w:hAnsi="Courier New" w:cs="Courier New"/>
          <w:i/>
        </w:rPr>
        <w:t>swimmer</w:t>
      </w:r>
      <w:r>
        <w:t>_</w:t>
      </w:r>
      <w:r w:rsidRPr="001F5E0A">
        <w:rPr>
          <w:rFonts w:ascii="Courier New" w:hAnsi="Courier New" w:cs="Courier New"/>
          <w:i/>
        </w:rPr>
        <w:t>card</w:t>
      </w:r>
      <w:proofErr w:type="spellEnd"/>
      <w:r>
        <w:t xml:space="preserve"> erscheint ebenfalls das </w:t>
      </w:r>
      <w:proofErr w:type="spellStart"/>
      <w:r w:rsidRPr="001F5E0A">
        <w:rPr>
          <w:rFonts w:ascii="Courier New" w:hAnsi="Courier New" w:cs="Courier New"/>
          <w:i/>
        </w:rPr>
        <w:t>EditSwimmerFragment</w:t>
      </w:r>
      <w:proofErr w:type="spellEnd"/>
      <w:r>
        <w:t xml:space="preserve">, allerdings ist der selektierte </w:t>
      </w:r>
      <w:proofErr w:type="spellStart"/>
      <w:r w:rsidRPr="001F5E0A">
        <w:rPr>
          <w:rFonts w:ascii="Courier New" w:hAnsi="Courier New" w:cs="Courier New"/>
          <w:i/>
        </w:rPr>
        <w:t>swimmer</w:t>
      </w:r>
      <w:proofErr w:type="spellEnd"/>
      <w:r>
        <w:t xml:space="preserve"> bereits im Dialog vorausgefüllt. Trotzdem wird auch hier der </w:t>
      </w:r>
      <w:proofErr w:type="spellStart"/>
      <w:r w:rsidR="001F5E0A">
        <w:rPr>
          <w:rFonts w:ascii="Courier New" w:hAnsi="Courier New" w:cs="Courier New"/>
          <w:i/>
        </w:rPr>
        <w:t>S</w:t>
      </w:r>
      <w:r w:rsidRPr="001F5E0A">
        <w:rPr>
          <w:rFonts w:ascii="Courier New" w:hAnsi="Courier New" w:cs="Courier New"/>
          <w:i/>
        </w:rPr>
        <w:t>wimmer</w:t>
      </w:r>
      <w:proofErr w:type="spellEnd"/>
      <w:r>
        <w:t xml:space="preserve"> frisch von der Webseite </w:t>
      </w:r>
      <w:proofErr w:type="spellStart"/>
      <w:r>
        <w:t>geparsed</w:t>
      </w:r>
      <w:proofErr w:type="spellEnd"/>
      <w:r>
        <w:t xml:space="preserve">, da sich z.B. die Vereinszugehörigkeit geändert haben könnte und deshalb der </w:t>
      </w:r>
      <w:proofErr w:type="spellStart"/>
      <w:r w:rsidRPr="001F5E0A">
        <w:rPr>
          <w:rFonts w:ascii="Courier New" w:hAnsi="Courier New" w:cs="Courier New"/>
          <w:i/>
        </w:rPr>
        <w:t>Swimmer</w:t>
      </w:r>
      <w:proofErr w:type="spellEnd"/>
      <w:r>
        <w:t xml:space="preserve"> in der DB aktualisiert werden muss. </w:t>
      </w:r>
    </w:p>
    <w:p w14:paraId="33659D06" w14:textId="1045E777" w:rsidR="00A005E0" w:rsidRDefault="00E765E8" w:rsidP="00A005E0">
      <w:pPr>
        <w:jc w:val="both"/>
      </w:pPr>
      <w:r>
        <w:pict w14:anchorId="2D60EAF8">
          <v:shape id="_x0000_s1038" type="#_x0000_t75" style="position:absolute;left:0;text-align:left;margin-left:345.5pt;margin-top:486.65pt;width:162.5pt;height:116pt;z-index:4;visibility:visible;mso-wrap-style:square;mso-position-horizontal-relative:margin;mso-position-vertical-relative:margin">
            <v:imagedata r:id="rId15" o:title=""/>
            <w10:wrap type="square" anchorx="margin" anchory="margin"/>
          </v:shape>
        </w:pict>
      </w:r>
      <w:r w:rsidR="00A005E0">
        <w:t xml:space="preserve">Zum Wechseln auf das </w:t>
      </w:r>
      <w:proofErr w:type="spellStart"/>
      <w:r w:rsidR="00A005E0" w:rsidRPr="00161287">
        <w:rPr>
          <w:rFonts w:ascii="Courier New" w:hAnsi="Courier New" w:cs="Courier New"/>
          <w:i/>
        </w:rPr>
        <w:t>EditSwimmerFragment</w:t>
      </w:r>
      <w:proofErr w:type="spellEnd"/>
      <w:r w:rsidR="00A005E0">
        <w:t xml:space="preserve"> ist eine </w:t>
      </w:r>
      <w:r w:rsidR="00A005E0" w:rsidRPr="00892A3F">
        <w:rPr>
          <w:b/>
        </w:rPr>
        <w:t>Navigation-Action</w:t>
      </w:r>
      <w:r w:rsidR="00A005E0">
        <w:t xml:space="preserve"> zu verwenden</w:t>
      </w:r>
      <w:r w:rsidR="00892A3F">
        <w:t>.</w:t>
      </w:r>
    </w:p>
    <w:p w14:paraId="5C45AD5F" w14:textId="6EB0D0C4" w:rsidR="007A4514" w:rsidRDefault="001F5E0A" w:rsidP="00F73096">
      <w:pPr>
        <w:pStyle w:val="berschrift2"/>
        <w:ind w:left="0"/>
      </w:pPr>
      <w:r>
        <w:t xml:space="preserve">GUI: </w:t>
      </w:r>
      <w:proofErr w:type="spellStart"/>
      <w:r>
        <w:t>EditSwimmerFragment</w:t>
      </w:r>
      <w:proofErr w:type="spellEnd"/>
      <w:r>
        <w:t xml:space="preserve"> </w:t>
      </w:r>
      <w:r w:rsidR="00C25384">
        <w:t>–</w:t>
      </w:r>
      <w:r>
        <w:t xml:space="preserve"> Insert</w:t>
      </w:r>
    </w:p>
    <w:p w14:paraId="7818F498" w14:textId="03D77A37" w:rsidR="00C25384" w:rsidRDefault="00C25384" w:rsidP="00C25384">
      <w:pPr>
        <w:pStyle w:val="Text"/>
        <w:rPr>
          <w:sz w:val="20"/>
        </w:rPr>
      </w:pPr>
      <w:r>
        <w:rPr>
          <w:sz w:val="20"/>
        </w:rPr>
        <w:t xml:space="preserve">Mithilfe von bidirektionalem </w:t>
      </w:r>
      <w:proofErr w:type="spellStart"/>
      <w:r>
        <w:rPr>
          <w:sz w:val="20"/>
        </w:rPr>
        <w:t>Databinding</w:t>
      </w:r>
      <w:proofErr w:type="spellEnd"/>
      <w:r>
        <w:rPr>
          <w:sz w:val="20"/>
        </w:rPr>
        <w:t xml:space="preserve"> kann jede Änderung im numerischen Texteingabefeld </w:t>
      </w:r>
      <w:proofErr w:type="spellStart"/>
      <w:r>
        <w:rPr>
          <w:sz w:val="20"/>
        </w:rPr>
        <w:t>Swimmer</w:t>
      </w:r>
      <w:proofErr w:type="spellEnd"/>
      <w:r>
        <w:rPr>
          <w:sz w:val="20"/>
        </w:rPr>
        <w:t xml:space="preserve">-ID an ein </w:t>
      </w:r>
      <w:proofErr w:type="spellStart"/>
      <w:r w:rsidR="00892A3F">
        <w:rPr>
          <w:rFonts w:ascii="Courier New" w:hAnsi="Courier New" w:cs="Courier New"/>
          <w:i/>
          <w:sz w:val="20"/>
        </w:rPr>
        <w:t>LiveData</w:t>
      </w:r>
      <w:proofErr w:type="spellEnd"/>
      <w:r w:rsidR="00892A3F" w:rsidRPr="00892A3F">
        <w:rPr>
          <w:sz w:val="20"/>
        </w:rPr>
        <w:t>-Property</w:t>
      </w:r>
      <w:r>
        <w:rPr>
          <w:sz w:val="20"/>
        </w:rPr>
        <w:t xml:space="preserve"> im </w:t>
      </w:r>
      <w:proofErr w:type="spellStart"/>
      <w:r>
        <w:rPr>
          <w:sz w:val="20"/>
        </w:rPr>
        <w:t>ViewModel</w:t>
      </w:r>
      <w:proofErr w:type="spellEnd"/>
      <w:r>
        <w:rPr>
          <w:sz w:val="20"/>
        </w:rPr>
        <w:t xml:space="preserve"> des </w:t>
      </w:r>
      <w:proofErr w:type="spellStart"/>
      <w:r w:rsidRPr="00552138">
        <w:rPr>
          <w:rFonts w:ascii="Courier New" w:hAnsi="Courier New" w:cs="Courier New"/>
          <w:i/>
          <w:sz w:val="20"/>
        </w:rPr>
        <w:t>EditSwimmerFragments</w:t>
      </w:r>
      <w:proofErr w:type="spellEnd"/>
      <w:r>
        <w:rPr>
          <w:sz w:val="20"/>
        </w:rPr>
        <w:t xml:space="preserve"> gebunden werden</w:t>
      </w:r>
      <w:r w:rsidR="00552138">
        <w:rPr>
          <w:sz w:val="20"/>
        </w:rPr>
        <w:t>:</w:t>
      </w:r>
    </w:p>
    <w:p w14:paraId="706C5850" w14:textId="5E3BCC02" w:rsidR="00552138" w:rsidRPr="00F53795" w:rsidRDefault="00E765E8" w:rsidP="002B2E4A">
      <w:pPr>
        <w:numPr>
          <w:ilvl w:val="0"/>
          <w:numId w:val="7"/>
        </w:numPr>
        <w:jc w:val="both"/>
      </w:pPr>
      <w:r>
        <w:pict w14:anchorId="7A22FAEA">
          <v:shape id="_x0000_s1039" type="#_x0000_t75" style="position:absolute;left:0;text-align:left;margin-left:352.5pt;margin-top:607.65pt;width:142pt;height:96.5pt;z-index:5;visibility:visible;mso-wrap-style:square;mso-position-horizontal-relative:margin;mso-position-vertical-relative:margin">
            <v:imagedata r:id="rId16" o:title=""/>
            <w10:wrap type="square" anchorx="margin" anchory="margin"/>
          </v:shape>
        </w:pict>
      </w:r>
      <w:r w:rsidR="00552138" w:rsidRPr="00F53795">
        <w:t xml:space="preserve">Solange die </w:t>
      </w:r>
      <w:proofErr w:type="spellStart"/>
      <w:r w:rsidR="00552138" w:rsidRPr="00A005E0">
        <w:rPr>
          <w:rFonts w:ascii="Courier New" w:hAnsi="Courier New" w:cs="Courier New"/>
          <w:i/>
        </w:rPr>
        <w:t>SwimmerID</w:t>
      </w:r>
      <w:proofErr w:type="spellEnd"/>
      <w:r w:rsidR="00552138" w:rsidRPr="00F53795">
        <w:t xml:space="preserve"> nicht 5 oder 6 Zeichen enthält, </w:t>
      </w:r>
      <w:r w:rsidR="00F10A47">
        <w:t xml:space="preserve">gibt es keinen </w:t>
      </w:r>
      <w:proofErr w:type="spellStart"/>
      <w:r w:rsidR="00F10A47" w:rsidRPr="00F10A47">
        <w:rPr>
          <w:rFonts w:ascii="Courier New" w:hAnsi="Courier New" w:cs="Courier New"/>
          <w:i/>
        </w:rPr>
        <w:t>swimmer</w:t>
      </w:r>
      <w:proofErr w:type="spellEnd"/>
      <w:r w:rsidR="00F10A47">
        <w:t xml:space="preserve"> (</w:t>
      </w:r>
      <w:r w:rsidR="00D619AA">
        <w:t xml:space="preserve">noch ein </w:t>
      </w:r>
      <w:proofErr w:type="spellStart"/>
      <w:r w:rsidR="00F10A47">
        <w:t>LiveData</w:t>
      </w:r>
      <w:proofErr w:type="spellEnd"/>
      <w:r w:rsidR="00F10A47">
        <w:t xml:space="preserve">) und </w:t>
      </w:r>
      <w:r w:rsidR="0063138B">
        <w:t xml:space="preserve">daher </w:t>
      </w:r>
      <w:r w:rsidR="00552138" w:rsidRPr="00F53795">
        <w:t>wird im Textfeld für die Schwimmerdaten „</w:t>
      </w:r>
      <w:r w:rsidR="00552138" w:rsidRPr="00A005E0">
        <w:rPr>
          <w:b/>
        </w:rPr>
        <w:t>Keine Daten vorhanden</w:t>
      </w:r>
      <w:r w:rsidR="00552138" w:rsidRPr="00F53795">
        <w:t>“ angezeigt</w:t>
      </w:r>
      <w:r w:rsidR="00D619AA">
        <w:t>.</w:t>
      </w:r>
    </w:p>
    <w:p w14:paraId="0784E0E3" w14:textId="0DF95D08" w:rsidR="00862FCB" w:rsidRDefault="00552138" w:rsidP="002B2E4A">
      <w:pPr>
        <w:numPr>
          <w:ilvl w:val="0"/>
          <w:numId w:val="7"/>
        </w:numPr>
        <w:jc w:val="both"/>
      </w:pPr>
      <w:r w:rsidRPr="00F53795">
        <w:t>Sobald getippt wird, aber die ID weder 5 noch 6 Stellen enthält, wird eine rote Statusmeldung angezeigt: „</w:t>
      </w:r>
      <w:r w:rsidRPr="00A005E0">
        <w:rPr>
          <w:b/>
          <w:color w:val="FF0000"/>
        </w:rPr>
        <w:t>ID muss 5 oder 6 Stellen lang sein</w:t>
      </w:r>
      <w:r w:rsidRPr="00F53795">
        <w:t>“</w:t>
      </w:r>
      <w:r w:rsidR="00B909C4">
        <w:t>.</w:t>
      </w:r>
    </w:p>
    <w:p w14:paraId="0FB426A1" w14:textId="6B726A9E" w:rsidR="008A6B86" w:rsidRDefault="00862FCB" w:rsidP="002B2E4A">
      <w:pPr>
        <w:pStyle w:val="Text"/>
        <w:numPr>
          <w:ilvl w:val="0"/>
          <w:numId w:val="7"/>
        </w:numPr>
      </w:pPr>
      <w:r>
        <w:br w:type="page"/>
      </w:r>
      <w:r w:rsidR="00552138" w:rsidRPr="00862FCB">
        <w:rPr>
          <w:sz w:val="20"/>
        </w:rPr>
        <w:lastRenderedPageBreak/>
        <w:t xml:space="preserve">Sobald die </w:t>
      </w:r>
      <w:proofErr w:type="spellStart"/>
      <w:r w:rsidR="00552138" w:rsidRPr="00862FCB">
        <w:rPr>
          <w:rFonts w:ascii="Courier New" w:hAnsi="Courier New" w:cs="Courier New"/>
          <w:i/>
          <w:sz w:val="20"/>
        </w:rPr>
        <w:t>SwimmerID</w:t>
      </w:r>
      <w:proofErr w:type="spellEnd"/>
      <w:r w:rsidR="00552138" w:rsidRPr="00862FCB">
        <w:rPr>
          <w:sz w:val="20"/>
        </w:rPr>
        <w:t xml:space="preserve"> 5 oder 6 Stellen enthält, wird die Website aufgerufen</w:t>
      </w:r>
      <w:r w:rsidR="008A6B86" w:rsidRPr="00862FCB">
        <w:rPr>
          <w:sz w:val="20"/>
        </w:rPr>
        <w:t xml:space="preserve"> und </w:t>
      </w:r>
      <w:proofErr w:type="spellStart"/>
      <w:r w:rsidR="008A6B86" w:rsidRPr="00862FCB">
        <w:rPr>
          <w:sz w:val="20"/>
        </w:rPr>
        <w:t>geparsed</w:t>
      </w:r>
      <w:proofErr w:type="spellEnd"/>
      <w:r w:rsidR="008A6B86" w:rsidRPr="00862FCB">
        <w:rPr>
          <w:sz w:val="20"/>
        </w:rPr>
        <w:t>. W</w:t>
      </w:r>
      <w:r w:rsidR="00552138" w:rsidRPr="00862FCB">
        <w:rPr>
          <w:sz w:val="20"/>
        </w:rPr>
        <w:t xml:space="preserve">enn es </w:t>
      </w:r>
      <w:r w:rsidR="00B909C4">
        <w:rPr>
          <w:sz w:val="20"/>
        </w:rPr>
        <w:t xml:space="preserve">auf der Website </w:t>
      </w:r>
      <w:r w:rsidR="00552138" w:rsidRPr="00862FCB">
        <w:rPr>
          <w:sz w:val="20"/>
        </w:rPr>
        <w:t>eine</w:t>
      </w:r>
      <w:r w:rsidR="00F53795" w:rsidRPr="00862FCB">
        <w:rPr>
          <w:sz w:val="20"/>
        </w:rPr>
        <w:t xml:space="preserve">/n </w:t>
      </w:r>
      <w:proofErr w:type="spellStart"/>
      <w:r w:rsidR="00F53795" w:rsidRPr="00862FCB">
        <w:rPr>
          <w:sz w:val="20"/>
        </w:rPr>
        <w:t>SchwimmerIn</w:t>
      </w:r>
      <w:proofErr w:type="spellEnd"/>
      <w:r w:rsidR="00F53795" w:rsidRPr="00862FCB">
        <w:rPr>
          <w:sz w:val="20"/>
        </w:rPr>
        <w:t xml:space="preserve"> </w:t>
      </w:r>
      <w:r w:rsidR="00552138" w:rsidRPr="00862FCB">
        <w:rPr>
          <w:sz w:val="20"/>
        </w:rPr>
        <w:t xml:space="preserve">mit dieser ID gibt, </w:t>
      </w:r>
      <w:r w:rsidR="00B909C4">
        <w:rPr>
          <w:sz w:val="20"/>
        </w:rPr>
        <w:t xml:space="preserve">wird </w:t>
      </w:r>
      <w:r w:rsidR="00552138" w:rsidRPr="00862FCB">
        <w:rPr>
          <w:sz w:val="20"/>
        </w:rPr>
        <w:t xml:space="preserve">ein </w:t>
      </w:r>
      <w:proofErr w:type="spellStart"/>
      <w:r w:rsidR="00552138" w:rsidRPr="00862FCB">
        <w:rPr>
          <w:rFonts w:ascii="Courier New" w:hAnsi="Courier New" w:cs="Courier New"/>
          <w:i/>
          <w:sz w:val="20"/>
        </w:rPr>
        <w:t>Swimmer</w:t>
      </w:r>
      <w:proofErr w:type="spellEnd"/>
      <w:r w:rsidR="00552138" w:rsidRPr="00862FCB">
        <w:rPr>
          <w:sz w:val="20"/>
        </w:rPr>
        <w:t>-Objekt daraus erstellt</w:t>
      </w:r>
      <w:r w:rsidR="00B909C4">
        <w:rPr>
          <w:sz w:val="20"/>
        </w:rPr>
        <w:t xml:space="preserve">. </w:t>
      </w:r>
      <w:r w:rsidR="00552138" w:rsidRPr="00862FCB">
        <w:rPr>
          <w:sz w:val="20"/>
        </w:rPr>
        <w:t>In der Folge werden die gefundenen Schwimmerdaten angezeigt – aber noch nicht in der Datenbank gespeichert!</w:t>
      </w:r>
      <w:r w:rsidR="008A6B86" w:rsidRPr="008A6B86">
        <w:t xml:space="preserve"> </w:t>
      </w:r>
    </w:p>
    <w:p w14:paraId="0D3AB0E1" w14:textId="77777777" w:rsidR="00552138" w:rsidRPr="00552138" w:rsidRDefault="00E765E8" w:rsidP="002B2E4A">
      <w:pPr>
        <w:numPr>
          <w:ilvl w:val="0"/>
          <w:numId w:val="7"/>
        </w:numPr>
        <w:jc w:val="both"/>
      </w:pPr>
      <w:r>
        <w:pict w14:anchorId="2B00E682">
          <v:shape id="_x0000_s1040" type="#_x0000_t75" style="position:absolute;left:0;text-align:left;margin-left:792.7pt;margin-top:0;width:207.5pt;height:117.5pt;z-index:6;visibility:visible;mso-wrap-style:square;mso-position-horizontal:right;mso-position-horizontal-relative:margin;mso-position-vertical:top;mso-position-vertical-relative:margin">
            <v:imagedata r:id="rId17" o:title=""/>
            <w10:wrap type="square" anchorx="margin" anchory="margin"/>
          </v:shape>
        </w:pict>
      </w:r>
      <w:r w:rsidR="008A6B86">
        <w:t xml:space="preserve">Erst mit Drücken auf „Speichern“ wird der erstellte </w:t>
      </w:r>
      <w:proofErr w:type="spellStart"/>
      <w:r w:rsidR="008A6B86" w:rsidRPr="00862FCB">
        <w:rPr>
          <w:rFonts w:ascii="Courier New" w:hAnsi="Courier New" w:cs="Courier New"/>
          <w:i/>
        </w:rPr>
        <w:t>Swimmer</w:t>
      </w:r>
      <w:proofErr w:type="spellEnd"/>
      <w:r w:rsidR="008A6B86">
        <w:t xml:space="preserve"> auch wirklich in die Datenbank gespeichert und mithilfe einer Navigation-Action wieder zurück in das </w:t>
      </w:r>
      <w:r w:rsidR="008A6B86" w:rsidRPr="00F53795">
        <w:rPr>
          <w:rFonts w:ascii="Courier New" w:hAnsi="Courier New" w:cs="Courier New"/>
          <w:i/>
        </w:rPr>
        <w:t>SwimmerListFragment</w:t>
      </w:r>
      <w:r w:rsidR="008A6B86">
        <w:t xml:space="preserve"> gewechselt.</w:t>
      </w:r>
    </w:p>
    <w:p w14:paraId="1FA058AB" w14:textId="77777777" w:rsidR="00BE07DC" w:rsidRDefault="00A005E0" w:rsidP="002B2E4A">
      <w:pPr>
        <w:numPr>
          <w:ilvl w:val="0"/>
          <w:numId w:val="7"/>
        </w:numPr>
      </w:pPr>
      <w:r>
        <w:t xml:space="preserve">„Abbrechen“ speichert nichts und kehrt nur zurück in das </w:t>
      </w:r>
      <w:proofErr w:type="spellStart"/>
      <w:r w:rsidRPr="00471CAC">
        <w:rPr>
          <w:rFonts w:ascii="Courier New" w:hAnsi="Courier New" w:cs="Courier New"/>
          <w:i/>
        </w:rPr>
        <w:t>SwimmerListFragment</w:t>
      </w:r>
      <w:proofErr w:type="spellEnd"/>
      <w:r>
        <w:t>.</w:t>
      </w:r>
    </w:p>
    <w:p w14:paraId="6576630C" w14:textId="77777777" w:rsidR="00BE07DC" w:rsidRDefault="00BE07DC" w:rsidP="00F73096">
      <w:pPr>
        <w:pStyle w:val="berschrift2"/>
        <w:ind w:left="0"/>
      </w:pPr>
      <w:r>
        <w:t xml:space="preserve">GUI: </w:t>
      </w:r>
      <w:proofErr w:type="spellStart"/>
      <w:r>
        <w:t>EditSwimmerFragment</w:t>
      </w:r>
      <w:proofErr w:type="spellEnd"/>
      <w:r>
        <w:t xml:space="preserve"> – Update</w:t>
      </w:r>
    </w:p>
    <w:p w14:paraId="09C2B5C7" w14:textId="3A505431" w:rsidR="00BE07DC" w:rsidRDefault="00BE07DC" w:rsidP="00471CAC">
      <w:pPr>
        <w:jc w:val="both"/>
      </w:pPr>
      <w:r>
        <w:t xml:space="preserve">Der einzige Unterschied zum Insert ist, dass beim Erzeugen des </w:t>
      </w:r>
      <w:proofErr w:type="spellStart"/>
      <w:r w:rsidRPr="00471CAC">
        <w:rPr>
          <w:rFonts w:ascii="Courier New" w:hAnsi="Courier New" w:cs="Courier New"/>
          <w:i/>
        </w:rPr>
        <w:t>EditSwimmerFragment</w:t>
      </w:r>
      <w:proofErr w:type="spellEnd"/>
      <w:r>
        <w:t xml:space="preserve"> </w:t>
      </w:r>
      <w:r w:rsidR="006A3480">
        <w:t>bereits</w:t>
      </w:r>
      <w:r>
        <w:t xml:space="preserve"> eine existierende </w:t>
      </w:r>
      <w:proofErr w:type="spellStart"/>
      <w:r w:rsidRPr="00471CAC">
        <w:rPr>
          <w:rFonts w:ascii="Courier New" w:hAnsi="Courier New" w:cs="Courier New"/>
          <w:i/>
        </w:rPr>
        <w:t>SwimmerID</w:t>
      </w:r>
      <w:proofErr w:type="spellEnd"/>
      <w:r>
        <w:t xml:space="preserve"> </w:t>
      </w:r>
      <w:r w:rsidR="006A3480">
        <w:t>bekannt ist</w:t>
      </w:r>
      <w:r>
        <w:t xml:space="preserve"> und daher die entsprechenden Daten aus der Datenbank bereits verfügbar sind.</w:t>
      </w:r>
    </w:p>
    <w:p w14:paraId="3125C292" w14:textId="4373E7B7" w:rsidR="00ED2384" w:rsidRDefault="00BE07DC" w:rsidP="00471CAC">
      <w:pPr>
        <w:jc w:val="both"/>
      </w:pPr>
      <w:r>
        <w:t xml:space="preserve">Trotzdem wird auch hier die </w:t>
      </w:r>
      <w:proofErr w:type="spellStart"/>
      <w:r w:rsidRPr="00471CAC">
        <w:rPr>
          <w:rFonts w:ascii="Courier New" w:hAnsi="Courier New" w:cs="Courier New"/>
          <w:i/>
        </w:rPr>
        <w:t>SwimmerID</w:t>
      </w:r>
      <w:proofErr w:type="spellEnd"/>
      <w:r>
        <w:t xml:space="preserve"> verwendet, um die Website zu parsen, und diese möglicherweise aktuelleren Daten angezeigt. Beim Speicher</w:t>
      </w:r>
      <w:r w:rsidR="00471CAC">
        <w:t>n-Button</w:t>
      </w:r>
      <w:r>
        <w:t xml:space="preserve"> </w:t>
      </w:r>
      <w:r w:rsidR="00471CAC">
        <w:t>erfolgt</w:t>
      </w:r>
      <w:r>
        <w:t xml:space="preserve"> ein Update in der Datenbank</w:t>
      </w:r>
      <w:r w:rsidR="00471CAC">
        <w:t xml:space="preserve"> nur dann, wenn es den </w:t>
      </w:r>
      <w:proofErr w:type="spellStart"/>
      <w:r w:rsidR="00471CAC" w:rsidRPr="00471CAC">
        <w:rPr>
          <w:rFonts w:ascii="Courier New" w:hAnsi="Courier New" w:cs="Courier New"/>
          <w:i/>
        </w:rPr>
        <w:t>Swimmer</w:t>
      </w:r>
      <w:proofErr w:type="spellEnd"/>
      <w:r w:rsidR="00471CAC">
        <w:t xml:space="preserve"> mit dieser </w:t>
      </w:r>
      <w:proofErr w:type="spellStart"/>
      <w:r w:rsidR="00471CAC" w:rsidRPr="00471CAC">
        <w:rPr>
          <w:rFonts w:ascii="Courier New" w:hAnsi="Courier New" w:cs="Courier New"/>
          <w:i/>
        </w:rPr>
        <w:t>SwimmerID</w:t>
      </w:r>
      <w:proofErr w:type="spellEnd"/>
      <w:r w:rsidR="00471CAC">
        <w:t xml:space="preserve"> in der Datenbank schon gibt und sich dessen Daten geändert haben sollten</w:t>
      </w:r>
      <w:r w:rsidR="00CF06CA">
        <w:t xml:space="preserve"> – </w:t>
      </w:r>
      <w:r w:rsidR="00DD46F2">
        <w:t>z.B.</w:t>
      </w:r>
      <w:r w:rsidR="00CF06CA">
        <w:t xml:space="preserve"> wegen eines Vereinswechsels.</w:t>
      </w:r>
    </w:p>
    <w:p w14:paraId="31BEE63A" w14:textId="77777777" w:rsidR="00ED2384" w:rsidRDefault="00ED2384" w:rsidP="00ED2384">
      <w:pPr>
        <w:pStyle w:val="berschrift2"/>
        <w:ind w:left="0"/>
      </w:pPr>
      <w:r>
        <w:t>Nicht-funktionale Anforderungen</w:t>
      </w:r>
    </w:p>
    <w:p w14:paraId="4D39131F" w14:textId="1C0A8A82" w:rsidR="00ED2384" w:rsidRDefault="00ED2384" w:rsidP="002B2E4A">
      <w:pPr>
        <w:pStyle w:val="Aufzhlung1"/>
        <w:numPr>
          <w:ilvl w:val="0"/>
          <w:numId w:val="8"/>
        </w:numPr>
      </w:pPr>
      <w:r w:rsidRPr="00ED2384">
        <w:rPr>
          <w:b/>
        </w:rPr>
        <w:t>Room</w:t>
      </w:r>
      <w:r>
        <w:t xml:space="preserve"> als Persistenz-Schicht</w:t>
      </w:r>
    </w:p>
    <w:p w14:paraId="219F73F7" w14:textId="272B3982" w:rsidR="00ED2384" w:rsidRDefault="00ED2384" w:rsidP="002B2E4A">
      <w:pPr>
        <w:pStyle w:val="Aufzhlung1"/>
        <w:numPr>
          <w:ilvl w:val="0"/>
          <w:numId w:val="8"/>
        </w:numPr>
      </w:pPr>
      <w:r>
        <w:t xml:space="preserve">Für asynchrone Abläufe sind </w:t>
      </w:r>
      <w:proofErr w:type="spellStart"/>
      <w:r w:rsidRPr="00ED2384">
        <w:rPr>
          <w:b/>
        </w:rPr>
        <w:t>Coroutines</w:t>
      </w:r>
      <w:proofErr w:type="spellEnd"/>
      <w:r>
        <w:t xml:space="preserve"> zu verwenden</w:t>
      </w:r>
    </w:p>
    <w:p w14:paraId="47A27FC5" w14:textId="3300C062" w:rsidR="00ED2384" w:rsidRDefault="00ED2384" w:rsidP="002B2E4A">
      <w:pPr>
        <w:pStyle w:val="Aufzhlung1"/>
        <w:numPr>
          <w:ilvl w:val="0"/>
          <w:numId w:val="8"/>
        </w:numPr>
      </w:pPr>
      <w:r w:rsidRPr="00ED2384">
        <w:rPr>
          <w:b/>
        </w:rPr>
        <w:t>Navigation</w:t>
      </w:r>
      <w:r>
        <w:t xml:space="preserve"> zwischen Fragmenten mit Navigation-Actions</w:t>
      </w:r>
    </w:p>
    <w:p w14:paraId="05D23605" w14:textId="0719810C" w:rsidR="009877A5" w:rsidRDefault="00F05C1D" w:rsidP="002B2E4A">
      <w:pPr>
        <w:pStyle w:val="Aufzhlung1"/>
        <w:numPr>
          <w:ilvl w:val="0"/>
          <w:numId w:val="8"/>
        </w:numPr>
      </w:pPr>
      <w:r>
        <w:t xml:space="preserve">Für eine saubere Lebenszyklusresistenz sind </w:t>
      </w:r>
      <w:r w:rsidR="00ED2384">
        <w:t xml:space="preserve">Daten ausschließlich in </w:t>
      </w:r>
      <w:proofErr w:type="spellStart"/>
      <w:r w:rsidR="00ED2384" w:rsidRPr="00ED2384">
        <w:rPr>
          <w:b/>
        </w:rPr>
        <w:t>ViewModels</w:t>
      </w:r>
      <w:proofErr w:type="spellEnd"/>
      <w:r w:rsidR="00ED2384">
        <w:t xml:space="preserve"> zu verwalten</w:t>
      </w:r>
    </w:p>
    <w:p w14:paraId="0DC454C9" w14:textId="370E4DCE" w:rsidR="00B37DF1" w:rsidRDefault="009877A5" w:rsidP="002B2E4A">
      <w:pPr>
        <w:pStyle w:val="Aufzhlung1"/>
        <w:numPr>
          <w:ilvl w:val="0"/>
          <w:numId w:val="8"/>
        </w:numPr>
      </w:pPr>
      <w:r>
        <w:t xml:space="preserve">Nur im </w:t>
      </w:r>
      <w:proofErr w:type="spellStart"/>
      <w:r w:rsidRPr="009877A5">
        <w:rPr>
          <w:b/>
        </w:rPr>
        <w:t>EditSwimmerFragment</w:t>
      </w:r>
      <w:proofErr w:type="spellEnd"/>
      <w:r>
        <w:t xml:space="preserve"> sind die </w:t>
      </w:r>
      <w:proofErr w:type="spellStart"/>
      <w:r>
        <w:t>ViewModel</w:t>
      </w:r>
      <w:proofErr w:type="spellEnd"/>
      <w:r>
        <w:t xml:space="preserve">-Daten </w:t>
      </w:r>
      <w:r w:rsidR="00ED2384">
        <w:t xml:space="preserve">mithilfe von </w:t>
      </w:r>
      <w:proofErr w:type="spellStart"/>
      <w:r w:rsidR="00ED2384" w:rsidRPr="00ED2384">
        <w:rPr>
          <w:b/>
        </w:rPr>
        <w:t>Databinding</w:t>
      </w:r>
      <w:proofErr w:type="spellEnd"/>
      <w:r w:rsidR="00ED2384">
        <w:t xml:space="preserve"> und </w:t>
      </w:r>
      <w:proofErr w:type="spellStart"/>
      <w:r w:rsidR="00ED2384" w:rsidRPr="00ED2384">
        <w:rPr>
          <w:b/>
        </w:rPr>
        <w:t>LiveData</w:t>
      </w:r>
      <w:proofErr w:type="spellEnd"/>
      <w:r w:rsidR="00ED2384">
        <w:t xml:space="preserve"> an die Layout-Komponenten zu binden. </w:t>
      </w:r>
      <w:r>
        <w:t xml:space="preserve">Für </w:t>
      </w:r>
      <w:proofErr w:type="spellStart"/>
      <w:r w:rsidR="00ED2384">
        <w:t>RecyclerView</w:t>
      </w:r>
      <w:proofErr w:type="spellEnd"/>
      <w:r w:rsidR="00ED2384">
        <w:t>/</w:t>
      </w:r>
      <w:proofErr w:type="spellStart"/>
      <w:r w:rsidR="00ED2384">
        <w:t>CardView</w:t>
      </w:r>
      <w:proofErr w:type="spellEnd"/>
      <w:r w:rsidR="009F69B5">
        <w:t xml:space="preserve"> im </w:t>
      </w:r>
      <w:proofErr w:type="spellStart"/>
      <w:r w:rsidR="009F69B5">
        <w:t>SwimmerListFragment</w:t>
      </w:r>
      <w:proofErr w:type="spellEnd"/>
      <w:r>
        <w:t xml:space="preserve"> ist </w:t>
      </w:r>
      <w:proofErr w:type="spellStart"/>
      <w:r>
        <w:t>Databinding</w:t>
      </w:r>
      <w:proofErr w:type="spellEnd"/>
      <w:r>
        <w:t xml:space="preserve"> </w:t>
      </w:r>
      <w:r w:rsidR="009211C2">
        <w:t>möglich, aber nicht notwendig</w:t>
      </w:r>
      <w:r>
        <w:t>.</w:t>
      </w:r>
    </w:p>
    <w:p w14:paraId="5F2D2EEF" w14:textId="7CB8C015" w:rsidR="00493225" w:rsidRDefault="00E765E8" w:rsidP="00493225">
      <w:pPr>
        <w:pStyle w:val="berschrift2"/>
        <w:ind w:left="0"/>
      </w:pPr>
      <w:r>
        <w:rPr>
          <w:noProof/>
        </w:rPr>
        <w:pict w14:anchorId="564365A7">
          <v:shape id="_x0000_s1044" type="#_x0000_t75" style="position:absolute;left:0;text-align:left;margin-left:-4pt;margin-top:468.5pt;width:154.9pt;height:275.55pt;z-index:8;mso-position-horizontal-relative:margin;mso-position-vertical-relative:margin">
            <v:imagedata r:id="rId18" o:title=""/>
            <w10:wrap type="square" anchorx="margin" anchory="margin"/>
          </v:shape>
        </w:pict>
      </w:r>
      <w:r w:rsidR="00493225">
        <w:t>Bonusaufgabe</w:t>
      </w:r>
    </w:p>
    <w:p w14:paraId="5D1AC174" w14:textId="0408FE6A" w:rsidR="00493225" w:rsidRDefault="00493225" w:rsidP="000C10E0">
      <w:pPr>
        <w:jc w:val="both"/>
      </w:pPr>
      <w:r w:rsidRPr="00493225">
        <w:t xml:space="preserve">Hinzufügen eines Buttons „Lade Ergebnisse“, welcher nur </w:t>
      </w:r>
      <w:r w:rsidR="00307DE3">
        <w:t>aktiv</w:t>
      </w:r>
      <w:r w:rsidRPr="00493225">
        <w:t xml:space="preserve"> ist, wenn eine gültige </w:t>
      </w:r>
      <w:proofErr w:type="spellStart"/>
      <w:r w:rsidRPr="00493225">
        <w:t>SwimmerId</w:t>
      </w:r>
      <w:proofErr w:type="spellEnd"/>
      <w:r w:rsidRPr="00493225">
        <w:t xml:space="preserve"> gesetzt ist. Bei Auswahl dieses Buttons werden alle Bestzeiten (erste Zeilen in den Bestzeiten-Tabellen) für alle Disziplinen von der ÖSV-Homepage geladen (noch ohne Änderung in der Datenbank) und als einfacher </w:t>
      </w:r>
      <w:r w:rsidR="00525A56">
        <w:t>Html-</w:t>
      </w:r>
      <w:r w:rsidRPr="00493225">
        <w:t xml:space="preserve">Textstring angezeigt. </w:t>
      </w:r>
    </w:p>
    <w:p w14:paraId="6814EA4B" w14:textId="300AB53A" w:rsidR="000D443A" w:rsidRDefault="000C10E0" w:rsidP="000C10E0">
      <w:pPr>
        <w:jc w:val="both"/>
      </w:pPr>
      <w:r>
        <w:t>In der links gezeigten Darstellung entspricht pro</w:t>
      </w:r>
      <w:r w:rsidR="000D443A">
        <w:t xml:space="preserve"> Disziplin der erste Wert der Kurzbahnzeit (25m-B</w:t>
      </w:r>
      <w:bookmarkStart w:id="0" w:name="_GoBack"/>
      <w:bookmarkEnd w:id="0"/>
      <w:r w:rsidR="000D443A">
        <w:t>ecken) und der zweite der Langbahnzeit (50m-Becken).</w:t>
      </w:r>
    </w:p>
    <w:p w14:paraId="10C1C24F" w14:textId="6E768580" w:rsidR="00ED2384" w:rsidRPr="00493225" w:rsidRDefault="00ED2384" w:rsidP="00493225">
      <w:pPr>
        <w:pStyle w:val="Text"/>
        <w:rPr>
          <w:sz w:val="20"/>
        </w:rPr>
      </w:pPr>
    </w:p>
    <w:p w14:paraId="54C2D80D" w14:textId="77777777" w:rsidR="00493225" w:rsidRDefault="00493225" w:rsidP="00471CAC">
      <w:pPr>
        <w:jc w:val="both"/>
      </w:pPr>
    </w:p>
    <w:p w14:paraId="3FF54D0E" w14:textId="54221308" w:rsidR="00471CAC" w:rsidRPr="00471CAC" w:rsidRDefault="00471CAC" w:rsidP="00471CAC">
      <w:pPr>
        <w:jc w:val="center"/>
        <w:rPr>
          <w:b/>
          <w:sz w:val="24"/>
        </w:rPr>
      </w:pPr>
      <w:r w:rsidRPr="00471CAC">
        <w:rPr>
          <w:b/>
          <w:sz w:val="24"/>
        </w:rPr>
        <w:t>Viel Erfolg!</w:t>
      </w:r>
    </w:p>
    <w:sectPr w:rsidR="00471CAC" w:rsidRPr="00471CAC" w:rsidSect="00FC6604">
      <w:headerReference w:type="even" r:id="rId19"/>
      <w:headerReference w:type="default" r:id="rId20"/>
      <w:pgSz w:w="11906" w:h="16838" w:code="9"/>
      <w:pgMar w:top="1191" w:right="1134" w:bottom="1134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D213B3" w14:textId="77777777" w:rsidR="00E765E8" w:rsidRDefault="00E765E8">
      <w:r>
        <w:separator/>
      </w:r>
    </w:p>
    <w:p w14:paraId="1B4AA148" w14:textId="77777777" w:rsidR="00E765E8" w:rsidRDefault="00E765E8"/>
  </w:endnote>
  <w:endnote w:type="continuationSeparator" w:id="0">
    <w:p w14:paraId="166B969C" w14:textId="77777777" w:rsidR="00E765E8" w:rsidRDefault="00E765E8">
      <w:r>
        <w:continuationSeparator/>
      </w:r>
    </w:p>
    <w:p w14:paraId="387DA33B" w14:textId="77777777" w:rsidR="00E765E8" w:rsidRDefault="00E765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F63384" w14:textId="77777777" w:rsidR="00E765E8" w:rsidRDefault="00E765E8">
      <w:r>
        <w:separator/>
      </w:r>
    </w:p>
    <w:p w14:paraId="58231037" w14:textId="77777777" w:rsidR="00E765E8" w:rsidRDefault="00E765E8"/>
  </w:footnote>
  <w:footnote w:type="continuationSeparator" w:id="0">
    <w:p w14:paraId="1ACAC720" w14:textId="77777777" w:rsidR="00E765E8" w:rsidRDefault="00E765E8">
      <w:r>
        <w:continuationSeparator/>
      </w:r>
    </w:p>
    <w:p w14:paraId="7045DD0E" w14:textId="77777777" w:rsidR="00E765E8" w:rsidRDefault="00E765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20550" w14:textId="77777777" w:rsidR="00BE07DC" w:rsidRDefault="00BE07DC" w:rsidP="00FC6604">
    <w:pPr>
      <w:framePr w:w="528" w:wrap="around" w:vAnchor="text" w:hAnchor="page" w:x="10162" w:y="-18"/>
      <w:jc w:val="right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14:paraId="6282C07A" w14:textId="77777777" w:rsidR="00BE07DC" w:rsidRDefault="00030CE7" w:rsidP="00FC6604">
    <w:pPr>
      <w:pBdr>
        <w:bottom w:val="single" w:sz="4" w:space="1" w:color="auto"/>
      </w:pBdr>
    </w:pPr>
    <w:proofErr w:type="spellStart"/>
    <w:r>
      <w:t>My</w:t>
    </w:r>
    <w:proofErr w:type="spellEnd"/>
    <w:r>
      <w:t xml:space="preserve"> </w:t>
    </w:r>
    <w:proofErr w:type="spellStart"/>
    <w:r>
      <w:t>Swim</w:t>
    </w:r>
    <w:proofErr w:type="spellEnd"/>
    <w:r>
      <w:t xml:space="preserve"> </w:t>
    </w:r>
    <w:proofErr w:type="spellStart"/>
    <w:r>
      <w:t>Results</w:t>
    </w:r>
    <w:proofErr w:type="spellEnd"/>
  </w:p>
  <w:p w14:paraId="4D1EF02C" w14:textId="77777777" w:rsidR="00BE07DC" w:rsidRDefault="00BE07DC" w:rsidP="00FC660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2BD9E" w14:textId="77777777" w:rsidR="00BE07DC" w:rsidRDefault="00BE07DC" w:rsidP="00FC6604">
    <w:pPr>
      <w:framePr w:w="528" w:wrap="around" w:vAnchor="text" w:hAnchor="page" w:x="10162" w:y="1"/>
      <w:jc w:val="right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3</w:t>
    </w:r>
    <w:r>
      <w:fldChar w:fldCharType="end"/>
    </w:r>
  </w:p>
  <w:p w14:paraId="35014452" w14:textId="77777777" w:rsidR="00BE07DC" w:rsidRDefault="0002020F" w:rsidP="00FC6604">
    <w:pPr>
      <w:pBdr>
        <w:bottom w:val="single" w:sz="4" w:space="1" w:color="auto"/>
      </w:pBdr>
    </w:pPr>
    <w:proofErr w:type="spellStart"/>
    <w:r>
      <w:t>My</w:t>
    </w:r>
    <w:proofErr w:type="spellEnd"/>
    <w:r>
      <w:t xml:space="preserve"> </w:t>
    </w:r>
    <w:proofErr w:type="spellStart"/>
    <w:r>
      <w:t>Swim</w:t>
    </w:r>
    <w:proofErr w:type="spellEnd"/>
    <w:r>
      <w:t xml:space="preserve"> </w:t>
    </w:r>
    <w:proofErr w:type="spellStart"/>
    <w:r>
      <w:t>Results</w:t>
    </w:r>
    <w:proofErr w:type="spellEnd"/>
    <w:r>
      <w:t xml:space="preserve"> </w:t>
    </w:r>
  </w:p>
  <w:p w14:paraId="0CA6C32D" w14:textId="77777777" w:rsidR="00BE07DC" w:rsidRDefault="00BE07DC" w:rsidP="00FC66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C7F37"/>
    <w:multiLevelType w:val="singleLevel"/>
    <w:tmpl w:val="92FAF8F8"/>
    <w:lvl w:ilvl="0">
      <w:start w:val="1"/>
      <w:numFmt w:val="bullet"/>
      <w:pStyle w:val="List-bullet-compac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</w:abstractNum>
  <w:abstractNum w:abstractNumId="1" w15:restartNumberingAfterBreak="0">
    <w:nsid w:val="2C865398"/>
    <w:multiLevelType w:val="multilevel"/>
    <w:tmpl w:val="93C8DD1C"/>
    <w:lvl w:ilvl="0">
      <w:start w:val="1"/>
      <w:numFmt w:val="decimal"/>
      <w:pStyle w:val="Aufgabentitel"/>
      <w:suff w:val="space"/>
      <w:lvlText w:val="Aufgabe 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pStyle w:val="berschrift2"/>
      <w:suff w:val="nothing"/>
      <w:lvlText w:val=""/>
      <w:lvlJc w:val="left"/>
      <w:pPr>
        <w:ind w:left="360" w:firstLine="0"/>
      </w:pPr>
      <w:rPr>
        <w:rFonts w:hint="default"/>
      </w:rPr>
    </w:lvl>
    <w:lvl w:ilvl="2">
      <w:start w:val="1"/>
      <w:numFmt w:val="none"/>
      <w:pStyle w:val="berschrift3"/>
      <w:suff w:val="nothing"/>
      <w:lvlText w:val=""/>
      <w:lvlJc w:val="left"/>
      <w:pPr>
        <w:ind w:left="360" w:firstLine="0"/>
      </w:pPr>
      <w:rPr>
        <w:rFonts w:hint="default"/>
      </w:rPr>
    </w:lvl>
    <w:lvl w:ilvl="3">
      <w:start w:val="1"/>
      <w:numFmt w:val="none"/>
      <w:pStyle w:val="berschrift4"/>
      <w:suff w:val="nothing"/>
      <w:lvlText w:val=""/>
      <w:lvlJc w:val="left"/>
      <w:pPr>
        <w:ind w:left="360" w:firstLine="0"/>
      </w:pPr>
      <w:rPr>
        <w:rFonts w:hint="default"/>
      </w:rPr>
    </w:lvl>
    <w:lvl w:ilvl="4">
      <w:start w:val="1"/>
      <w:numFmt w:val="none"/>
      <w:pStyle w:val="berschrift5"/>
      <w:suff w:val="nothing"/>
      <w:lvlText w:val=""/>
      <w:lvlJc w:val="left"/>
      <w:pPr>
        <w:ind w:left="360" w:firstLine="0"/>
      </w:pPr>
      <w:rPr>
        <w:rFonts w:hint="default"/>
      </w:rPr>
    </w:lvl>
    <w:lvl w:ilvl="5">
      <w:start w:val="1"/>
      <w:numFmt w:val="none"/>
      <w:pStyle w:val="berschrift6"/>
      <w:suff w:val="nothing"/>
      <w:lvlText w:val=""/>
      <w:lvlJc w:val="left"/>
      <w:pPr>
        <w:ind w:left="360" w:firstLine="0"/>
      </w:pPr>
      <w:rPr>
        <w:rFonts w:hint="default"/>
      </w:rPr>
    </w:lvl>
    <w:lvl w:ilvl="6">
      <w:start w:val="1"/>
      <w:numFmt w:val="none"/>
      <w:pStyle w:val="berschrift7"/>
      <w:suff w:val="nothing"/>
      <w:lvlText w:val=""/>
      <w:lvlJc w:val="left"/>
      <w:pPr>
        <w:ind w:left="360" w:firstLine="0"/>
      </w:pPr>
      <w:rPr>
        <w:rFonts w:hint="default"/>
      </w:rPr>
    </w:lvl>
    <w:lvl w:ilvl="7">
      <w:start w:val="1"/>
      <w:numFmt w:val="none"/>
      <w:pStyle w:val="berschrift8"/>
      <w:suff w:val="nothing"/>
      <w:lvlText w:val=""/>
      <w:lvlJc w:val="left"/>
      <w:pPr>
        <w:ind w:left="360" w:firstLine="0"/>
      </w:pPr>
      <w:rPr>
        <w:rFonts w:hint="default"/>
      </w:rPr>
    </w:lvl>
    <w:lvl w:ilvl="8">
      <w:start w:val="1"/>
      <w:numFmt w:val="none"/>
      <w:pStyle w:val="berschrift9"/>
      <w:suff w:val="nothing"/>
      <w:lvlText w:val=""/>
      <w:lvlJc w:val="left"/>
      <w:pPr>
        <w:ind w:left="360" w:firstLine="0"/>
      </w:pPr>
      <w:rPr>
        <w:rFonts w:hint="default"/>
      </w:rPr>
    </w:lvl>
  </w:abstractNum>
  <w:abstractNum w:abstractNumId="2" w15:restartNumberingAfterBreak="0">
    <w:nsid w:val="3A407AA6"/>
    <w:multiLevelType w:val="hybridMultilevel"/>
    <w:tmpl w:val="05501C7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0C45B5"/>
    <w:multiLevelType w:val="hybridMultilevel"/>
    <w:tmpl w:val="B8E01E0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7348C"/>
    <w:multiLevelType w:val="singleLevel"/>
    <w:tmpl w:val="3C3C16B6"/>
    <w:lvl w:ilvl="0">
      <w:start w:val="1"/>
      <w:numFmt w:val="bullet"/>
      <w:pStyle w:val="Table-list-bullet"/>
      <w:lvlText w:val="•"/>
      <w:lvlJc w:val="center"/>
      <w:pPr>
        <w:tabs>
          <w:tab w:val="num" w:pos="473"/>
        </w:tabs>
        <w:ind w:left="340" w:hanging="227"/>
      </w:pPr>
      <w:rPr>
        <w:rFonts w:ascii="Helvetica" w:hAnsi="Helvetica" w:hint="default"/>
      </w:rPr>
    </w:lvl>
  </w:abstractNum>
  <w:abstractNum w:abstractNumId="5" w15:restartNumberingAfterBreak="0">
    <w:nsid w:val="5943191E"/>
    <w:multiLevelType w:val="multilevel"/>
    <w:tmpl w:val="8C8E99CC"/>
    <w:lvl w:ilvl="0">
      <w:start w:val="1"/>
      <w:numFmt w:val="bullet"/>
      <w:pStyle w:val="Motivation"/>
      <w:lvlText w:val=""/>
      <w:lvlJc w:val="left"/>
      <w:pPr>
        <w:tabs>
          <w:tab w:val="num" w:pos="360"/>
        </w:tabs>
        <w:ind w:left="360" w:hanging="360"/>
      </w:pPr>
      <w:rPr>
        <w:rFonts w:ascii="MS Outlook" w:hAnsi="MS Outlook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7424474A"/>
    <w:multiLevelType w:val="multilevel"/>
    <w:tmpl w:val="39EA49EA"/>
    <w:lvl w:ilvl="0">
      <w:start w:val="1"/>
      <w:numFmt w:val="bullet"/>
      <w:pStyle w:val="Frage"/>
      <w:lvlText w:val="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7BFB26AD"/>
    <w:multiLevelType w:val="multilevel"/>
    <w:tmpl w:val="EB56FEA0"/>
    <w:lvl w:ilvl="0">
      <w:start w:val="1"/>
      <w:numFmt w:val="bullet"/>
      <w:pStyle w:val="Hinweis"/>
      <w:lvlText w:val="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0E02"/>
    <w:rsid w:val="00003F89"/>
    <w:rsid w:val="0002020F"/>
    <w:rsid w:val="00023EEB"/>
    <w:rsid w:val="00030CE7"/>
    <w:rsid w:val="00035226"/>
    <w:rsid w:val="0004798C"/>
    <w:rsid w:val="00047BEB"/>
    <w:rsid w:val="000563EF"/>
    <w:rsid w:val="00063666"/>
    <w:rsid w:val="00065EB8"/>
    <w:rsid w:val="000660C2"/>
    <w:rsid w:val="000718FB"/>
    <w:rsid w:val="000735F7"/>
    <w:rsid w:val="000762E0"/>
    <w:rsid w:val="00077816"/>
    <w:rsid w:val="00085B19"/>
    <w:rsid w:val="0009296B"/>
    <w:rsid w:val="000A2560"/>
    <w:rsid w:val="000A6907"/>
    <w:rsid w:val="000B2FCB"/>
    <w:rsid w:val="000B5028"/>
    <w:rsid w:val="000C10E0"/>
    <w:rsid w:val="000C4290"/>
    <w:rsid w:val="000C5C57"/>
    <w:rsid w:val="000D36AF"/>
    <w:rsid w:val="000D3CB5"/>
    <w:rsid w:val="000D443A"/>
    <w:rsid w:val="000E5350"/>
    <w:rsid w:val="000F3F75"/>
    <w:rsid w:val="000F655A"/>
    <w:rsid w:val="00105E3C"/>
    <w:rsid w:val="0012491F"/>
    <w:rsid w:val="00126175"/>
    <w:rsid w:val="00130B33"/>
    <w:rsid w:val="001340D7"/>
    <w:rsid w:val="001416CF"/>
    <w:rsid w:val="0014219A"/>
    <w:rsid w:val="00150028"/>
    <w:rsid w:val="0015584D"/>
    <w:rsid w:val="00161287"/>
    <w:rsid w:val="0016305A"/>
    <w:rsid w:val="001A1EF1"/>
    <w:rsid w:val="001A1FB2"/>
    <w:rsid w:val="001A286F"/>
    <w:rsid w:val="001A75F0"/>
    <w:rsid w:val="001B399D"/>
    <w:rsid w:val="001B4DBF"/>
    <w:rsid w:val="001D4921"/>
    <w:rsid w:val="001F5E0A"/>
    <w:rsid w:val="00200800"/>
    <w:rsid w:val="002009AA"/>
    <w:rsid w:val="002031B7"/>
    <w:rsid w:val="002057D4"/>
    <w:rsid w:val="0022229E"/>
    <w:rsid w:val="00225898"/>
    <w:rsid w:val="002264AD"/>
    <w:rsid w:val="00227970"/>
    <w:rsid w:val="002360AF"/>
    <w:rsid w:val="002429F6"/>
    <w:rsid w:val="00242EA8"/>
    <w:rsid w:val="00243B11"/>
    <w:rsid w:val="00257C4C"/>
    <w:rsid w:val="00281515"/>
    <w:rsid w:val="00292B3E"/>
    <w:rsid w:val="00293879"/>
    <w:rsid w:val="00294680"/>
    <w:rsid w:val="002A51C4"/>
    <w:rsid w:val="002A7B62"/>
    <w:rsid w:val="002A7CBA"/>
    <w:rsid w:val="002B117F"/>
    <w:rsid w:val="002B2E4A"/>
    <w:rsid w:val="002B62BB"/>
    <w:rsid w:val="002B62D4"/>
    <w:rsid w:val="002E523E"/>
    <w:rsid w:val="00301B99"/>
    <w:rsid w:val="003040D6"/>
    <w:rsid w:val="00304A34"/>
    <w:rsid w:val="00307DE3"/>
    <w:rsid w:val="00321383"/>
    <w:rsid w:val="00322FD8"/>
    <w:rsid w:val="003277A5"/>
    <w:rsid w:val="003369B7"/>
    <w:rsid w:val="00340484"/>
    <w:rsid w:val="0035043C"/>
    <w:rsid w:val="00352D22"/>
    <w:rsid w:val="00355DD0"/>
    <w:rsid w:val="003578FA"/>
    <w:rsid w:val="003677DD"/>
    <w:rsid w:val="0038222E"/>
    <w:rsid w:val="00396569"/>
    <w:rsid w:val="003A45B1"/>
    <w:rsid w:val="003A7E65"/>
    <w:rsid w:val="003B605F"/>
    <w:rsid w:val="003D32E0"/>
    <w:rsid w:val="003D6226"/>
    <w:rsid w:val="003E2004"/>
    <w:rsid w:val="003F4740"/>
    <w:rsid w:val="0040469E"/>
    <w:rsid w:val="00405F04"/>
    <w:rsid w:val="00407371"/>
    <w:rsid w:val="00411F60"/>
    <w:rsid w:val="00417049"/>
    <w:rsid w:val="004244AE"/>
    <w:rsid w:val="00445D00"/>
    <w:rsid w:val="0045507F"/>
    <w:rsid w:val="00457465"/>
    <w:rsid w:val="00457CFC"/>
    <w:rsid w:val="004627A4"/>
    <w:rsid w:val="00467320"/>
    <w:rsid w:val="00471CAC"/>
    <w:rsid w:val="00493225"/>
    <w:rsid w:val="004B213F"/>
    <w:rsid w:val="004B5A9A"/>
    <w:rsid w:val="004C3E55"/>
    <w:rsid w:val="004C6E3D"/>
    <w:rsid w:val="004D2D36"/>
    <w:rsid w:val="004D55CC"/>
    <w:rsid w:val="004E2123"/>
    <w:rsid w:val="004F25D5"/>
    <w:rsid w:val="004F77E5"/>
    <w:rsid w:val="005160AF"/>
    <w:rsid w:val="00520BEC"/>
    <w:rsid w:val="00525A56"/>
    <w:rsid w:val="00541FD1"/>
    <w:rsid w:val="0054484E"/>
    <w:rsid w:val="00552138"/>
    <w:rsid w:val="00557965"/>
    <w:rsid w:val="0057035C"/>
    <w:rsid w:val="00574F63"/>
    <w:rsid w:val="0058130F"/>
    <w:rsid w:val="00585D51"/>
    <w:rsid w:val="00586D1B"/>
    <w:rsid w:val="00587A94"/>
    <w:rsid w:val="0059082D"/>
    <w:rsid w:val="00597103"/>
    <w:rsid w:val="005A34B0"/>
    <w:rsid w:val="005A6510"/>
    <w:rsid w:val="005B7BF1"/>
    <w:rsid w:val="005C4133"/>
    <w:rsid w:val="005C7703"/>
    <w:rsid w:val="005D25BA"/>
    <w:rsid w:val="005D2A48"/>
    <w:rsid w:val="005D5FC1"/>
    <w:rsid w:val="005D6824"/>
    <w:rsid w:val="005E273E"/>
    <w:rsid w:val="005E5C55"/>
    <w:rsid w:val="005F0214"/>
    <w:rsid w:val="005F0E02"/>
    <w:rsid w:val="00620515"/>
    <w:rsid w:val="006228F3"/>
    <w:rsid w:val="00626E34"/>
    <w:rsid w:val="00627791"/>
    <w:rsid w:val="0063138B"/>
    <w:rsid w:val="006373FC"/>
    <w:rsid w:val="00642EA8"/>
    <w:rsid w:val="00662899"/>
    <w:rsid w:val="006827C3"/>
    <w:rsid w:val="00691B96"/>
    <w:rsid w:val="006954DE"/>
    <w:rsid w:val="006A0BC9"/>
    <w:rsid w:val="006A2611"/>
    <w:rsid w:val="006A3480"/>
    <w:rsid w:val="006A3D92"/>
    <w:rsid w:val="006C2FA3"/>
    <w:rsid w:val="006C4A63"/>
    <w:rsid w:val="006C50A9"/>
    <w:rsid w:val="006C6CAB"/>
    <w:rsid w:val="006D0C8F"/>
    <w:rsid w:val="006D65FE"/>
    <w:rsid w:val="006E320B"/>
    <w:rsid w:val="006E47C3"/>
    <w:rsid w:val="00702B3B"/>
    <w:rsid w:val="007133BA"/>
    <w:rsid w:val="007319C9"/>
    <w:rsid w:val="00737AC7"/>
    <w:rsid w:val="00775FD6"/>
    <w:rsid w:val="0078551E"/>
    <w:rsid w:val="00787183"/>
    <w:rsid w:val="007908B9"/>
    <w:rsid w:val="00790DD8"/>
    <w:rsid w:val="00791798"/>
    <w:rsid w:val="007A4514"/>
    <w:rsid w:val="007A51ED"/>
    <w:rsid w:val="007A7F79"/>
    <w:rsid w:val="007C0F62"/>
    <w:rsid w:val="007C2416"/>
    <w:rsid w:val="007C3992"/>
    <w:rsid w:val="007C7F83"/>
    <w:rsid w:val="007D0C47"/>
    <w:rsid w:val="007D51E7"/>
    <w:rsid w:val="007E026A"/>
    <w:rsid w:val="007E04D7"/>
    <w:rsid w:val="007E19DD"/>
    <w:rsid w:val="007E6E7A"/>
    <w:rsid w:val="007F667A"/>
    <w:rsid w:val="00812C97"/>
    <w:rsid w:val="00817C96"/>
    <w:rsid w:val="00820DF6"/>
    <w:rsid w:val="00824288"/>
    <w:rsid w:val="00825A26"/>
    <w:rsid w:val="008271E3"/>
    <w:rsid w:val="0082739A"/>
    <w:rsid w:val="00832213"/>
    <w:rsid w:val="00837FA7"/>
    <w:rsid w:val="0084204A"/>
    <w:rsid w:val="008458B3"/>
    <w:rsid w:val="00853EB5"/>
    <w:rsid w:val="00862716"/>
    <w:rsid w:val="00862FCB"/>
    <w:rsid w:val="00863011"/>
    <w:rsid w:val="00875BF6"/>
    <w:rsid w:val="0089077C"/>
    <w:rsid w:val="00892A3F"/>
    <w:rsid w:val="008A0C2B"/>
    <w:rsid w:val="008A156A"/>
    <w:rsid w:val="008A62EA"/>
    <w:rsid w:val="008A6B86"/>
    <w:rsid w:val="008B0886"/>
    <w:rsid w:val="008B2193"/>
    <w:rsid w:val="008C0332"/>
    <w:rsid w:val="008D46FD"/>
    <w:rsid w:val="008E2B0E"/>
    <w:rsid w:val="008E3247"/>
    <w:rsid w:val="008F3808"/>
    <w:rsid w:val="0090542D"/>
    <w:rsid w:val="00917221"/>
    <w:rsid w:val="009211C2"/>
    <w:rsid w:val="00923668"/>
    <w:rsid w:val="00924166"/>
    <w:rsid w:val="00924B42"/>
    <w:rsid w:val="00924B81"/>
    <w:rsid w:val="00927758"/>
    <w:rsid w:val="0094141E"/>
    <w:rsid w:val="00951D79"/>
    <w:rsid w:val="00977E16"/>
    <w:rsid w:val="009808B2"/>
    <w:rsid w:val="0098335A"/>
    <w:rsid w:val="0098412D"/>
    <w:rsid w:val="00986486"/>
    <w:rsid w:val="00986EFF"/>
    <w:rsid w:val="009877A5"/>
    <w:rsid w:val="009A33B8"/>
    <w:rsid w:val="009B4895"/>
    <w:rsid w:val="009B582E"/>
    <w:rsid w:val="009B69FF"/>
    <w:rsid w:val="009C0C11"/>
    <w:rsid w:val="009C5B1A"/>
    <w:rsid w:val="009C6A82"/>
    <w:rsid w:val="009D7890"/>
    <w:rsid w:val="009F69B5"/>
    <w:rsid w:val="009F74CD"/>
    <w:rsid w:val="00A005E0"/>
    <w:rsid w:val="00A0075C"/>
    <w:rsid w:val="00A032E5"/>
    <w:rsid w:val="00A05D6B"/>
    <w:rsid w:val="00A06B49"/>
    <w:rsid w:val="00A25F0A"/>
    <w:rsid w:val="00A30CC4"/>
    <w:rsid w:val="00A41A42"/>
    <w:rsid w:val="00A428A9"/>
    <w:rsid w:val="00A44872"/>
    <w:rsid w:val="00A537EE"/>
    <w:rsid w:val="00A55EE2"/>
    <w:rsid w:val="00A62D75"/>
    <w:rsid w:val="00A67BF2"/>
    <w:rsid w:val="00A734C6"/>
    <w:rsid w:val="00A76820"/>
    <w:rsid w:val="00A81722"/>
    <w:rsid w:val="00A849F1"/>
    <w:rsid w:val="00A863ED"/>
    <w:rsid w:val="00A87EEF"/>
    <w:rsid w:val="00A9080D"/>
    <w:rsid w:val="00A9242E"/>
    <w:rsid w:val="00A93BBC"/>
    <w:rsid w:val="00A94217"/>
    <w:rsid w:val="00A95304"/>
    <w:rsid w:val="00AD26FB"/>
    <w:rsid w:val="00AD3292"/>
    <w:rsid w:val="00AE20C5"/>
    <w:rsid w:val="00AF405B"/>
    <w:rsid w:val="00B0743D"/>
    <w:rsid w:val="00B373B1"/>
    <w:rsid w:val="00B37DF1"/>
    <w:rsid w:val="00B410D4"/>
    <w:rsid w:val="00B47D7E"/>
    <w:rsid w:val="00B6441E"/>
    <w:rsid w:val="00B67B0A"/>
    <w:rsid w:val="00B73DCD"/>
    <w:rsid w:val="00B74819"/>
    <w:rsid w:val="00B909C4"/>
    <w:rsid w:val="00B91825"/>
    <w:rsid w:val="00B94667"/>
    <w:rsid w:val="00B94755"/>
    <w:rsid w:val="00B95E7C"/>
    <w:rsid w:val="00B97040"/>
    <w:rsid w:val="00BA0102"/>
    <w:rsid w:val="00BA45CF"/>
    <w:rsid w:val="00BB02E7"/>
    <w:rsid w:val="00BC1265"/>
    <w:rsid w:val="00BD0A12"/>
    <w:rsid w:val="00BE07DC"/>
    <w:rsid w:val="00BE6208"/>
    <w:rsid w:val="00BE62EE"/>
    <w:rsid w:val="00BF115C"/>
    <w:rsid w:val="00C133F3"/>
    <w:rsid w:val="00C16F7E"/>
    <w:rsid w:val="00C17E61"/>
    <w:rsid w:val="00C25384"/>
    <w:rsid w:val="00C30456"/>
    <w:rsid w:val="00C35ACA"/>
    <w:rsid w:val="00C454B2"/>
    <w:rsid w:val="00C5636D"/>
    <w:rsid w:val="00C855BC"/>
    <w:rsid w:val="00C859AB"/>
    <w:rsid w:val="00C86FFD"/>
    <w:rsid w:val="00C87FF2"/>
    <w:rsid w:val="00C947C2"/>
    <w:rsid w:val="00C95C42"/>
    <w:rsid w:val="00CA45BF"/>
    <w:rsid w:val="00CB1F54"/>
    <w:rsid w:val="00CB50DB"/>
    <w:rsid w:val="00CB6AC3"/>
    <w:rsid w:val="00CC5271"/>
    <w:rsid w:val="00CD0365"/>
    <w:rsid w:val="00CD38AB"/>
    <w:rsid w:val="00CD6472"/>
    <w:rsid w:val="00CE5759"/>
    <w:rsid w:val="00CF06CA"/>
    <w:rsid w:val="00D12F6C"/>
    <w:rsid w:val="00D25B52"/>
    <w:rsid w:val="00D270D8"/>
    <w:rsid w:val="00D27CF2"/>
    <w:rsid w:val="00D357F9"/>
    <w:rsid w:val="00D371AB"/>
    <w:rsid w:val="00D37A0A"/>
    <w:rsid w:val="00D44790"/>
    <w:rsid w:val="00D45869"/>
    <w:rsid w:val="00D46372"/>
    <w:rsid w:val="00D579FB"/>
    <w:rsid w:val="00D619AA"/>
    <w:rsid w:val="00D633C4"/>
    <w:rsid w:val="00D76AB3"/>
    <w:rsid w:val="00D90461"/>
    <w:rsid w:val="00DA41DC"/>
    <w:rsid w:val="00DA6D30"/>
    <w:rsid w:val="00DD46F2"/>
    <w:rsid w:val="00DE07BC"/>
    <w:rsid w:val="00DE090C"/>
    <w:rsid w:val="00DE3564"/>
    <w:rsid w:val="00DE56A3"/>
    <w:rsid w:val="00DE5837"/>
    <w:rsid w:val="00DE7CF9"/>
    <w:rsid w:val="00DF0A9C"/>
    <w:rsid w:val="00E15F99"/>
    <w:rsid w:val="00E17F63"/>
    <w:rsid w:val="00E22CF9"/>
    <w:rsid w:val="00E22FC3"/>
    <w:rsid w:val="00E30F0B"/>
    <w:rsid w:val="00E32DD5"/>
    <w:rsid w:val="00E35288"/>
    <w:rsid w:val="00E46A98"/>
    <w:rsid w:val="00E46E93"/>
    <w:rsid w:val="00E505D2"/>
    <w:rsid w:val="00E57643"/>
    <w:rsid w:val="00E64DD4"/>
    <w:rsid w:val="00E67364"/>
    <w:rsid w:val="00E705DA"/>
    <w:rsid w:val="00E765E8"/>
    <w:rsid w:val="00E83FC3"/>
    <w:rsid w:val="00E87E94"/>
    <w:rsid w:val="00E913B8"/>
    <w:rsid w:val="00E9296B"/>
    <w:rsid w:val="00E94F81"/>
    <w:rsid w:val="00E95413"/>
    <w:rsid w:val="00EC0799"/>
    <w:rsid w:val="00ED03BE"/>
    <w:rsid w:val="00ED0C02"/>
    <w:rsid w:val="00ED0F53"/>
    <w:rsid w:val="00ED2384"/>
    <w:rsid w:val="00ED4B80"/>
    <w:rsid w:val="00EE54AE"/>
    <w:rsid w:val="00F03745"/>
    <w:rsid w:val="00F05C1D"/>
    <w:rsid w:val="00F10A47"/>
    <w:rsid w:val="00F14213"/>
    <w:rsid w:val="00F16A81"/>
    <w:rsid w:val="00F21341"/>
    <w:rsid w:val="00F30136"/>
    <w:rsid w:val="00F35B25"/>
    <w:rsid w:val="00F36DE8"/>
    <w:rsid w:val="00F421B1"/>
    <w:rsid w:val="00F42E12"/>
    <w:rsid w:val="00F433F9"/>
    <w:rsid w:val="00F53795"/>
    <w:rsid w:val="00F62876"/>
    <w:rsid w:val="00F662FC"/>
    <w:rsid w:val="00F728EF"/>
    <w:rsid w:val="00F73096"/>
    <w:rsid w:val="00F95524"/>
    <w:rsid w:val="00F97565"/>
    <w:rsid w:val="00FA021F"/>
    <w:rsid w:val="00FA58BF"/>
    <w:rsid w:val="00FA7D51"/>
    <w:rsid w:val="00FB6CF6"/>
    <w:rsid w:val="00FC420E"/>
    <w:rsid w:val="00FC5E53"/>
    <w:rsid w:val="00FC6604"/>
    <w:rsid w:val="00FD1E21"/>
    <w:rsid w:val="00FF0C73"/>
    <w:rsid w:val="00FF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>
      <o:colormru v:ext="edit" colors="#fffff0,red,#f93"/>
    </o:shapedefaults>
    <o:shapelayout v:ext="edit">
      <o:idmap v:ext="edit" data="1"/>
    </o:shapelayout>
  </w:shapeDefaults>
  <w:decimalSymbol w:val=","/>
  <w:listSeparator w:val=";"/>
  <w14:docId w14:val="60667467"/>
  <w15:chartTrackingRefBased/>
  <w15:docId w15:val="{954747A2-713C-477F-BD60-92E5F51DB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2899"/>
    <w:pPr>
      <w:spacing w:before="100" w:beforeAutospacing="1" w:after="100" w:afterAutospacing="1"/>
    </w:pPr>
    <w:rPr>
      <w:rFonts w:ascii="Arial" w:hAnsi="Arial"/>
      <w:szCs w:val="24"/>
      <w:lang w:val="de-DE" w:eastAsia="de-DE"/>
    </w:rPr>
  </w:style>
  <w:style w:type="paragraph" w:styleId="berschrift1">
    <w:name w:val="heading 1"/>
    <w:basedOn w:val="Standard"/>
    <w:next w:val="Text"/>
    <w:link w:val="berschrift1Zchn"/>
    <w:qFormat/>
    <w:rsid w:val="00662899"/>
    <w:pPr>
      <w:keepNext/>
      <w:keepLines/>
      <w:pageBreakBefore/>
      <w:tabs>
        <w:tab w:val="left" w:pos="851"/>
      </w:tabs>
      <w:outlineLvl w:val="0"/>
    </w:pPr>
    <w:rPr>
      <w:rFonts w:ascii="Verdana" w:hAnsi="Verdana"/>
      <w:b/>
      <w:bCs/>
      <w:sz w:val="32"/>
      <w:szCs w:val="36"/>
    </w:rPr>
  </w:style>
  <w:style w:type="paragraph" w:styleId="berschrift2">
    <w:name w:val="heading 2"/>
    <w:basedOn w:val="berschrift1"/>
    <w:next w:val="Text"/>
    <w:autoRedefine/>
    <w:qFormat/>
    <w:rsid w:val="000C4290"/>
    <w:pPr>
      <w:pageBreakBefore w:val="0"/>
      <w:numPr>
        <w:ilvl w:val="1"/>
        <w:numId w:val="1"/>
      </w:numPr>
      <w:outlineLvl w:val="1"/>
    </w:pPr>
    <w:rPr>
      <w:bCs w:val="0"/>
      <w:sz w:val="28"/>
      <w:szCs w:val="32"/>
    </w:rPr>
  </w:style>
  <w:style w:type="paragraph" w:styleId="berschrift3">
    <w:name w:val="heading 3"/>
    <w:basedOn w:val="Standard"/>
    <w:next w:val="Text"/>
    <w:qFormat/>
    <w:rsid w:val="00662899"/>
    <w:pPr>
      <w:keepNext/>
      <w:keepLines/>
      <w:numPr>
        <w:ilvl w:val="2"/>
        <w:numId w:val="1"/>
      </w:numPr>
      <w:ind w:left="0"/>
      <w:outlineLvl w:val="2"/>
    </w:pPr>
    <w:rPr>
      <w:rFonts w:ascii="Verdana" w:hAnsi="Verdana"/>
      <w:b/>
      <w:bCs/>
      <w:sz w:val="26"/>
      <w:szCs w:val="28"/>
    </w:rPr>
  </w:style>
  <w:style w:type="paragraph" w:styleId="berschrift4">
    <w:name w:val="heading 4"/>
    <w:basedOn w:val="Standard"/>
    <w:next w:val="Text"/>
    <w:link w:val="berschrift4Zchn"/>
    <w:qFormat/>
    <w:rsid w:val="00662899"/>
    <w:pPr>
      <w:keepNext/>
      <w:numPr>
        <w:ilvl w:val="3"/>
        <w:numId w:val="1"/>
      </w:numPr>
      <w:ind w:left="0"/>
      <w:outlineLvl w:val="3"/>
    </w:pPr>
    <w:rPr>
      <w:rFonts w:ascii="Verdana" w:hAnsi="Verdana"/>
      <w:b/>
      <w:sz w:val="22"/>
    </w:rPr>
  </w:style>
  <w:style w:type="paragraph" w:styleId="berschrift5">
    <w:name w:val="heading 5"/>
    <w:basedOn w:val="Standard"/>
    <w:next w:val="Text"/>
    <w:qFormat/>
    <w:rsid w:val="00662899"/>
    <w:pPr>
      <w:keepNext/>
      <w:numPr>
        <w:ilvl w:val="4"/>
        <w:numId w:val="1"/>
      </w:numPr>
      <w:ind w:left="0"/>
      <w:jc w:val="both"/>
      <w:outlineLvl w:val="4"/>
    </w:pPr>
    <w:rPr>
      <w:rFonts w:ascii="Verdana" w:hAnsi="Verdana"/>
      <w:b/>
      <w:bCs/>
    </w:rPr>
  </w:style>
  <w:style w:type="paragraph" w:styleId="berschrift6">
    <w:name w:val="heading 6"/>
    <w:basedOn w:val="Standard"/>
    <w:next w:val="Standard"/>
    <w:qFormat/>
    <w:rsid w:val="00662899"/>
    <w:pPr>
      <w:numPr>
        <w:ilvl w:val="5"/>
        <w:numId w:val="1"/>
      </w:numPr>
      <w:ind w:left="0"/>
      <w:outlineLvl w:val="5"/>
    </w:pPr>
    <w:rPr>
      <w:rFonts w:ascii="Verdana" w:hAnsi="Verdana"/>
      <w:i/>
      <w:sz w:val="22"/>
    </w:rPr>
  </w:style>
  <w:style w:type="paragraph" w:styleId="berschrift7">
    <w:name w:val="heading 7"/>
    <w:basedOn w:val="Standard"/>
    <w:next w:val="Standard"/>
    <w:qFormat/>
    <w:rsid w:val="00662899"/>
    <w:pPr>
      <w:numPr>
        <w:ilvl w:val="6"/>
        <w:numId w:val="1"/>
      </w:numPr>
      <w:ind w:left="0"/>
      <w:outlineLvl w:val="6"/>
    </w:pPr>
    <w:rPr>
      <w:rFonts w:ascii="Verdana" w:hAnsi="Verdana"/>
      <w:sz w:val="24"/>
    </w:rPr>
  </w:style>
  <w:style w:type="paragraph" w:styleId="berschrift8">
    <w:name w:val="heading 8"/>
    <w:basedOn w:val="Standard"/>
    <w:next w:val="Standard"/>
    <w:qFormat/>
    <w:rsid w:val="00662899"/>
    <w:pPr>
      <w:numPr>
        <w:ilvl w:val="7"/>
        <w:numId w:val="1"/>
      </w:numPr>
      <w:ind w:left="0"/>
      <w:outlineLvl w:val="7"/>
    </w:pPr>
    <w:rPr>
      <w:rFonts w:ascii="Verdana" w:hAnsi="Verdana"/>
      <w:i/>
      <w:iCs/>
      <w:sz w:val="24"/>
    </w:rPr>
  </w:style>
  <w:style w:type="paragraph" w:styleId="berschrift9">
    <w:name w:val="heading 9"/>
    <w:basedOn w:val="Standard"/>
    <w:next w:val="Standard"/>
    <w:qFormat/>
    <w:rsid w:val="00662899"/>
    <w:pPr>
      <w:numPr>
        <w:ilvl w:val="8"/>
        <w:numId w:val="1"/>
      </w:numPr>
      <w:ind w:left="0"/>
      <w:outlineLvl w:val="8"/>
    </w:pPr>
    <w:rPr>
      <w:rFonts w:ascii="Verdana" w:hAnsi="Verdana"/>
      <w:i/>
      <w:i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link w:val="TextChar1"/>
    <w:rsid w:val="00662899"/>
    <w:pPr>
      <w:spacing w:before="0" w:beforeAutospacing="0" w:after="0" w:afterAutospacing="0"/>
      <w:jc w:val="both"/>
    </w:pPr>
    <w:rPr>
      <w:sz w:val="24"/>
    </w:rPr>
  </w:style>
  <w:style w:type="character" w:customStyle="1" w:styleId="TextChar1">
    <w:name w:val="Text Char1"/>
    <w:link w:val="Text"/>
    <w:rsid w:val="00662899"/>
    <w:rPr>
      <w:rFonts w:ascii="Arial" w:hAnsi="Arial"/>
      <w:sz w:val="24"/>
      <w:szCs w:val="24"/>
      <w:lang w:val="de-DE" w:eastAsia="de-DE" w:bidi="ar-SA"/>
    </w:rPr>
  </w:style>
  <w:style w:type="character" w:customStyle="1" w:styleId="berschrift4Zchn">
    <w:name w:val="Überschrift 4 Zchn"/>
    <w:link w:val="berschrift4"/>
    <w:rsid w:val="00662899"/>
    <w:rPr>
      <w:rFonts w:ascii="Verdana" w:hAnsi="Verdana"/>
      <w:b/>
      <w:sz w:val="22"/>
      <w:szCs w:val="24"/>
      <w:lang w:val="de-DE" w:eastAsia="de-DE"/>
    </w:rPr>
  </w:style>
  <w:style w:type="paragraph" w:styleId="Fuzeile">
    <w:name w:val="footer"/>
    <w:basedOn w:val="Standard"/>
    <w:rsid w:val="006628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62899"/>
  </w:style>
  <w:style w:type="paragraph" w:customStyle="1" w:styleId="BeispielAufzhlung1">
    <w:name w:val="Beispiel Aufzählung 1"/>
    <w:basedOn w:val="BeispielText"/>
    <w:rsid w:val="00662899"/>
    <w:pPr>
      <w:tabs>
        <w:tab w:val="num" w:pos="924"/>
      </w:tabs>
      <w:ind w:left="924" w:hanging="357"/>
    </w:pPr>
  </w:style>
  <w:style w:type="paragraph" w:customStyle="1" w:styleId="BeispielText">
    <w:name w:val="Beispiel Text"/>
    <w:basedOn w:val="Standard"/>
    <w:next w:val="Standard"/>
    <w:link w:val="BeispielTextZchnZchn"/>
    <w:rsid w:val="00662899"/>
    <w:pPr>
      <w:keepNext/>
      <w:keepLines/>
      <w:ind w:left="284"/>
    </w:pPr>
    <w:rPr>
      <w:bCs/>
    </w:rPr>
  </w:style>
  <w:style w:type="character" w:customStyle="1" w:styleId="BeispielTextZchnZchn">
    <w:name w:val="Beispiel Text Zchn Zchn"/>
    <w:link w:val="BeispielText"/>
    <w:rsid w:val="00662899"/>
    <w:rPr>
      <w:rFonts w:ascii="Arial" w:hAnsi="Arial"/>
      <w:bCs/>
      <w:sz w:val="24"/>
      <w:szCs w:val="24"/>
      <w:lang w:val="de-DE" w:eastAsia="de-DE" w:bidi="ar-SA"/>
    </w:rPr>
  </w:style>
  <w:style w:type="paragraph" w:customStyle="1" w:styleId="Aufzhlung1">
    <w:name w:val="Aufzählung 1"/>
    <w:basedOn w:val="Standard"/>
    <w:autoRedefine/>
    <w:rsid w:val="006C6CAB"/>
    <w:pPr>
      <w:ind w:left="360" w:hanging="360"/>
    </w:pPr>
  </w:style>
  <w:style w:type="paragraph" w:customStyle="1" w:styleId="Aufzhlung2">
    <w:name w:val="Aufzählung 2"/>
    <w:basedOn w:val="Standard"/>
    <w:rsid w:val="00662899"/>
    <w:pPr>
      <w:tabs>
        <w:tab w:val="num" w:pos="567"/>
      </w:tabs>
      <w:spacing w:before="0"/>
      <w:ind w:left="567" w:hanging="357"/>
    </w:pPr>
  </w:style>
  <w:style w:type="paragraph" w:customStyle="1" w:styleId="Bild">
    <w:name w:val="Bild"/>
    <w:basedOn w:val="Text"/>
    <w:next w:val="Text"/>
    <w:rsid w:val="00662899"/>
    <w:pPr>
      <w:keepNext/>
      <w:keepLines/>
      <w:jc w:val="center"/>
    </w:pPr>
  </w:style>
  <w:style w:type="paragraph" w:customStyle="1" w:styleId="DefinitionTitel">
    <w:name w:val="Definition Titel"/>
    <w:basedOn w:val="Standard"/>
    <w:rsid w:val="00662899"/>
    <w:rPr>
      <w:b/>
    </w:rPr>
  </w:style>
  <w:style w:type="paragraph" w:customStyle="1" w:styleId="Tabelle-kompakt">
    <w:name w:val="Tabelle-kompakt"/>
    <w:basedOn w:val="Tabelle"/>
    <w:rsid w:val="00662899"/>
    <w:rPr>
      <w:sz w:val="20"/>
      <w:szCs w:val="20"/>
    </w:rPr>
  </w:style>
  <w:style w:type="paragraph" w:customStyle="1" w:styleId="Tabelle">
    <w:name w:val="Tabelle"/>
    <w:basedOn w:val="Text"/>
    <w:rsid w:val="00662899"/>
    <w:pPr>
      <w:keepLines/>
      <w:jc w:val="left"/>
    </w:pPr>
  </w:style>
  <w:style w:type="paragraph" w:customStyle="1" w:styleId="TabelleBezeichnung">
    <w:name w:val="Tabelle Bezeichnung"/>
    <w:basedOn w:val="Standard"/>
    <w:rsid w:val="00662899"/>
    <w:pPr>
      <w:spacing w:before="120" w:beforeAutospacing="0" w:after="0" w:afterAutospacing="0"/>
    </w:pPr>
    <w:rPr>
      <w:sz w:val="18"/>
      <w:szCs w:val="20"/>
    </w:rPr>
  </w:style>
  <w:style w:type="paragraph" w:customStyle="1" w:styleId="DefinitionText">
    <w:name w:val="Definition Text"/>
    <w:basedOn w:val="Standard"/>
    <w:rsid w:val="00662899"/>
    <w:pPr>
      <w:ind w:left="284"/>
    </w:pPr>
  </w:style>
  <w:style w:type="paragraph" w:customStyle="1" w:styleId="AufgabeText">
    <w:name w:val="Aufgabe Text"/>
    <w:basedOn w:val="Standard"/>
    <w:rsid w:val="00662899"/>
    <w:pPr>
      <w:ind w:left="284"/>
    </w:pPr>
  </w:style>
  <w:style w:type="paragraph" w:customStyle="1" w:styleId="Formel">
    <w:name w:val="Formel"/>
    <w:basedOn w:val="Standard"/>
    <w:autoRedefine/>
    <w:rsid w:val="00662899"/>
    <w:pPr>
      <w:jc w:val="center"/>
    </w:pPr>
  </w:style>
  <w:style w:type="paragraph" w:customStyle="1" w:styleId="Handout">
    <w:name w:val="Handout"/>
    <w:basedOn w:val="Text"/>
    <w:rsid w:val="00662899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jc w:val="center"/>
    </w:pPr>
  </w:style>
  <w:style w:type="paragraph" w:customStyle="1" w:styleId="Programmcode">
    <w:name w:val="Programmcode"/>
    <w:basedOn w:val="Text"/>
    <w:autoRedefine/>
    <w:rsid w:val="00662899"/>
    <w:pPr>
      <w:shd w:val="pct10" w:color="auto" w:fill="auto"/>
      <w:ind w:left="284"/>
      <w:jc w:val="left"/>
    </w:pPr>
    <w:rPr>
      <w:rFonts w:ascii="Courier New" w:hAnsi="Courier New" w:cs="Courier New"/>
      <w:noProof/>
      <w:sz w:val="20"/>
      <w:szCs w:val="20"/>
    </w:rPr>
  </w:style>
  <w:style w:type="paragraph" w:customStyle="1" w:styleId="SQL">
    <w:name w:val="SQL"/>
    <w:basedOn w:val="Tabelle"/>
    <w:rsid w:val="00662899"/>
    <w:pPr>
      <w:keepNext/>
      <w:spacing w:before="240"/>
    </w:pPr>
    <w:rPr>
      <w:rFonts w:ascii="Courier New" w:hAnsi="Courier New" w:cs="Courier New"/>
      <w:lang w:val="en-GB"/>
    </w:rPr>
  </w:style>
  <w:style w:type="paragraph" w:customStyle="1" w:styleId="Tabelle-SQL-kompakt">
    <w:name w:val="Tabelle-SQL-kompakt"/>
    <w:basedOn w:val="Standard"/>
    <w:rsid w:val="00662899"/>
    <w:pPr>
      <w:keepNext/>
      <w:keepLines/>
    </w:pPr>
    <w:rPr>
      <w:rFonts w:ascii="Courier New" w:hAnsi="Courier New" w:cs="Courier New"/>
      <w:lang w:val="en-GB"/>
    </w:rPr>
  </w:style>
  <w:style w:type="paragraph" w:customStyle="1" w:styleId="Tabelle-SQL">
    <w:name w:val="Tabelle-SQL"/>
    <w:basedOn w:val="SQL"/>
    <w:rsid w:val="00662899"/>
    <w:pPr>
      <w:spacing w:before="0"/>
    </w:pPr>
  </w:style>
  <w:style w:type="character" w:styleId="HTMLSchreibmaschine">
    <w:name w:val="HTML Typewriter"/>
    <w:rsid w:val="00662899"/>
    <w:rPr>
      <w:rFonts w:ascii="Courier New" w:eastAsia="Courier New" w:hAnsi="Courier New" w:cs="MS Outlook"/>
      <w:sz w:val="20"/>
      <w:szCs w:val="20"/>
    </w:rPr>
  </w:style>
  <w:style w:type="paragraph" w:styleId="Sprechblasentext">
    <w:name w:val="Balloon Text"/>
    <w:basedOn w:val="Standard"/>
    <w:semiHidden/>
    <w:rsid w:val="00662899"/>
    <w:rPr>
      <w:rFonts w:ascii="Tahoma" w:hAnsi="Tahoma" w:cs="Tahoma"/>
      <w:sz w:val="16"/>
      <w:szCs w:val="16"/>
    </w:rPr>
  </w:style>
  <w:style w:type="paragraph" w:customStyle="1" w:styleId="Syntax">
    <w:name w:val="Syntax"/>
    <w:rsid w:val="00662899"/>
    <w:rPr>
      <w:rFonts w:ascii="Courier New" w:hAnsi="Courier New" w:cs="Courier New"/>
      <w:noProof/>
      <w:szCs w:val="24"/>
      <w:lang w:val="en-GB" w:eastAsia="de-DE"/>
    </w:rPr>
  </w:style>
  <w:style w:type="character" w:styleId="Hyperlink">
    <w:name w:val="Hyperlink"/>
    <w:rsid w:val="00662899"/>
    <w:rPr>
      <w:color w:val="0000FF"/>
      <w:u w:val="single"/>
    </w:rPr>
  </w:style>
  <w:style w:type="paragraph" w:styleId="Verzeichnis1">
    <w:name w:val="toc 1"/>
    <w:basedOn w:val="Standard"/>
    <w:autoRedefine/>
    <w:semiHidden/>
    <w:rsid w:val="00662899"/>
    <w:pPr>
      <w:spacing w:before="120" w:after="120"/>
    </w:pPr>
    <w:rPr>
      <w:b/>
      <w:bCs/>
      <w:caps/>
    </w:rPr>
  </w:style>
  <w:style w:type="paragraph" w:styleId="Verzeichnis2">
    <w:name w:val="toc 2"/>
    <w:basedOn w:val="Standard"/>
    <w:autoRedefine/>
    <w:semiHidden/>
    <w:rsid w:val="00662899"/>
    <w:pPr>
      <w:ind w:left="200"/>
    </w:pPr>
    <w:rPr>
      <w:smallCaps/>
    </w:rPr>
  </w:style>
  <w:style w:type="paragraph" w:styleId="Verzeichnis3">
    <w:name w:val="toc 3"/>
    <w:basedOn w:val="Verzeichnis2"/>
    <w:autoRedefine/>
    <w:semiHidden/>
    <w:rsid w:val="00662899"/>
    <w:pPr>
      <w:ind w:left="400"/>
    </w:pPr>
    <w:rPr>
      <w:i/>
      <w:iCs/>
      <w:smallCaps w:val="0"/>
    </w:rPr>
  </w:style>
  <w:style w:type="paragraph" w:styleId="Beschriftung">
    <w:name w:val="caption"/>
    <w:basedOn w:val="Text"/>
    <w:next w:val="Text"/>
    <w:qFormat/>
    <w:rsid w:val="00662899"/>
    <w:pPr>
      <w:spacing w:before="80"/>
      <w:jc w:val="center"/>
    </w:pPr>
    <w:rPr>
      <w:sz w:val="20"/>
      <w:szCs w:val="20"/>
    </w:rPr>
  </w:style>
  <w:style w:type="character" w:customStyle="1" w:styleId="BesuchterHyperlink">
    <w:name w:val="BesuchterHyperlink"/>
    <w:rsid w:val="00662899"/>
    <w:rPr>
      <w:color w:val="800080"/>
      <w:u w:val="single"/>
    </w:rPr>
  </w:style>
  <w:style w:type="paragraph" w:customStyle="1" w:styleId="BeispielTitel">
    <w:name w:val="Beispiel Titel"/>
    <w:basedOn w:val="Standard"/>
    <w:rsid w:val="00662899"/>
    <w:rPr>
      <w:i/>
    </w:rPr>
  </w:style>
  <w:style w:type="paragraph" w:styleId="NurText">
    <w:name w:val="Plain Text"/>
    <w:basedOn w:val="Standard"/>
    <w:rsid w:val="00662899"/>
    <w:rPr>
      <w:rFonts w:ascii="Courier New" w:hAnsi="Courier New" w:cs="Courier New"/>
    </w:rPr>
  </w:style>
  <w:style w:type="character" w:styleId="Funotenzeichen">
    <w:name w:val="footnote reference"/>
    <w:semiHidden/>
    <w:rsid w:val="00662899"/>
    <w:rPr>
      <w:vertAlign w:val="superscript"/>
    </w:rPr>
  </w:style>
  <w:style w:type="paragraph" w:styleId="Dokumentstruktur">
    <w:name w:val="Document Map"/>
    <w:basedOn w:val="Standard"/>
    <w:semiHidden/>
    <w:rsid w:val="00662899"/>
    <w:pPr>
      <w:shd w:val="clear" w:color="auto" w:fill="000080"/>
    </w:pPr>
    <w:rPr>
      <w:rFonts w:ascii="Tahoma" w:hAnsi="Tahoma"/>
      <w:sz w:val="24"/>
    </w:rPr>
  </w:style>
  <w:style w:type="paragraph" w:styleId="Index2">
    <w:name w:val="index 2"/>
    <w:basedOn w:val="Standard"/>
    <w:next w:val="Standard"/>
    <w:autoRedefine/>
    <w:semiHidden/>
    <w:rsid w:val="00662899"/>
    <w:pPr>
      <w:ind w:left="480" w:hanging="240"/>
    </w:pPr>
    <w:rPr>
      <w:sz w:val="18"/>
    </w:rPr>
  </w:style>
  <w:style w:type="paragraph" w:styleId="Funotentext">
    <w:name w:val="footnote text"/>
    <w:basedOn w:val="Standard"/>
    <w:semiHidden/>
    <w:rsid w:val="00662899"/>
    <w:pPr>
      <w:ind w:left="567" w:hanging="567"/>
    </w:pPr>
    <w:rPr>
      <w:rFonts w:ascii="Verdana" w:hAnsi="Verdana"/>
    </w:rPr>
  </w:style>
  <w:style w:type="character" w:styleId="Kommentarzeichen">
    <w:name w:val="annotation reference"/>
    <w:semiHidden/>
    <w:rsid w:val="00662899"/>
    <w:rPr>
      <w:sz w:val="16"/>
    </w:rPr>
  </w:style>
  <w:style w:type="paragraph" w:styleId="Kommentartext">
    <w:name w:val="annotation text"/>
    <w:basedOn w:val="Standard"/>
    <w:semiHidden/>
    <w:rsid w:val="00662899"/>
    <w:pPr>
      <w:ind w:left="1134" w:hanging="1134"/>
    </w:pPr>
    <w:rPr>
      <w:rFonts w:ascii="Verdana" w:hAnsi="Verdana"/>
      <w:sz w:val="24"/>
    </w:rPr>
  </w:style>
  <w:style w:type="paragraph" w:styleId="Abbildungsverzeichnis">
    <w:name w:val="table of figures"/>
    <w:basedOn w:val="Standard"/>
    <w:next w:val="Standard"/>
    <w:semiHidden/>
    <w:rsid w:val="00662899"/>
    <w:pPr>
      <w:ind w:left="480" w:hanging="480"/>
    </w:pPr>
    <w:rPr>
      <w:rFonts w:ascii="Verdana" w:hAnsi="Verdana"/>
      <w:sz w:val="24"/>
    </w:rPr>
  </w:style>
  <w:style w:type="paragraph" w:styleId="Index1">
    <w:name w:val="index 1"/>
    <w:basedOn w:val="Standard"/>
    <w:next w:val="Standard"/>
    <w:autoRedefine/>
    <w:semiHidden/>
    <w:rsid w:val="00662899"/>
    <w:pPr>
      <w:tabs>
        <w:tab w:val="right" w:pos="4165"/>
      </w:tabs>
      <w:ind w:left="240" w:hanging="240"/>
    </w:pPr>
    <w:rPr>
      <w:rFonts w:ascii="Verdana" w:hAnsi="Verdana"/>
      <w:noProof/>
    </w:rPr>
  </w:style>
  <w:style w:type="paragraph" w:styleId="Index3">
    <w:name w:val="index 3"/>
    <w:basedOn w:val="Standard"/>
    <w:next w:val="Standard"/>
    <w:autoRedefine/>
    <w:semiHidden/>
    <w:rsid w:val="00662899"/>
    <w:pPr>
      <w:ind w:left="720" w:hanging="240"/>
    </w:pPr>
    <w:rPr>
      <w:sz w:val="18"/>
    </w:rPr>
  </w:style>
  <w:style w:type="paragraph" w:styleId="Index4">
    <w:name w:val="index 4"/>
    <w:basedOn w:val="Standard"/>
    <w:next w:val="Standard"/>
    <w:autoRedefine/>
    <w:semiHidden/>
    <w:rsid w:val="00662899"/>
    <w:pPr>
      <w:ind w:left="960" w:hanging="240"/>
    </w:pPr>
    <w:rPr>
      <w:sz w:val="18"/>
    </w:rPr>
  </w:style>
  <w:style w:type="paragraph" w:styleId="Index5">
    <w:name w:val="index 5"/>
    <w:basedOn w:val="Standard"/>
    <w:next w:val="Standard"/>
    <w:autoRedefine/>
    <w:semiHidden/>
    <w:rsid w:val="00662899"/>
    <w:pPr>
      <w:ind w:left="1200" w:hanging="240"/>
    </w:pPr>
    <w:rPr>
      <w:sz w:val="18"/>
    </w:rPr>
  </w:style>
  <w:style w:type="paragraph" w:styleId="Index6">
    <w:name w:val="index 6"/>
    <w:basedOn w:val="Standard"/>
    <w:next w:val="Standard"/>
    <w:autoRedefine/>
    <w:semiHidden/>
    <w:rsid w:val="00662899"/>
    <w:pPr>
      <w:ind w:left="1440" w:hanging="240"/>
    </w:pPr>
    <w:rPr>
      <w:sz w:val="18"/>
    </w:rPr>
  </w:style>
  <w:style w:type="paragraph" w:styleId="Index7">
    <w:name w:val="index 7"/>
    <w:basedOn w:val="Standard"/>
    <w:next w:val="Standard"/>
    <w:autoRedefine/>
    <w:semiHidden/>
    <w:rsid w:val="00662899"/>
    <w:pPr>
      <w:ind w:left="1680" w:hanging="240"/>
    </w:pPr>
    <w:rPr>
      <w:sz w:val="18"/>
    </w:rPr>
  </w:style>
  <w:style w:type="paragraph" w:styleId="Index8">
    <w:name w:val="index 8"/>
    <w:basedOn w:val="Standard"/>
    <w:next w:val="Standard"/>
    <w:autoRedefine/>
    <w:semiHidden/>
    <w:rsid w:val="00662899"/>
    <w:pPr>
      <w:ind w:left="1920" w:hanging="240"/>
    </w:pPr>
    <w:rPr>
      <w:sz w:val="18"/>
    </w:rPr>
  </w:style>
  <w:style w:type="paragraph" w:styleId="Index9">
    <w:name w:val="index 9"/>
    <w:basedOn w:val="Standard"/>
    <w:next w:val="Standard"/>
    <w:autoRedefine/>
    <w:semiHidden/>
    <w:rsid w:val="00662899"/>
    <w:pPr>
      <w:ind w:left="2160" w:hanging="240"/>
    </w:pPr>
    <w:rPr>
      <w:sz w:val="18"/>
    </w:rPr>
  </w:style>
  <w:style w:type="paragraph" w:styleId="Indexberschrift">
    <w:name w:val="index heading"/>
    <w:basedOn w:val="Standard"/>
    <w:next w:val="Index1"/>
    <w:semiHidden/>
    <w:rsid w:val="00662899"/>
    <w:pPr>
      <w:keepNext/>
      <w:tabs>
        <w:tab w:val="right" w:pos="4165"/>
      </w:tabs>
      <w:spacing w:before="240" w:after="120"/>
      <w:jc w:val="center"/>
    </w:pPr>
    <w:rPr>
      <w:rFonts w:ascii="Verdana" w:hAnsi="Verdana"/>
      <w:b/>
      <w:noProof/>
      <w:sz w:val="32"/>
    </w:rPr>
  </w:style>
  <w:style w:type="paragraph" w:styleId="Verzeichnis4">
    <w:name w:val="toc 4"/>
    <w:basedOn w:val="Standard"/>
    <w:next w:val="Standard"/>
    <w:autoRedefine/>
    <w:semiHidden/>
    <w:rsid w:val="00662899"/>
    <w:pPr>
      <w:ind w:left="600"/>
    </w:pPr>
    <w:rPr>
      <w:sz w:val="18"/>
      <w:szCs w:val="18"/>
    </w:rPr>
  </w:style>
  <w:style w:type="paragraph" w:styleId="Verzeichnis5">
    <w:name w:val="toc 5"/>
    <w:basedOn w:val="Standard"/>
    <w:next w:val="Standard"/>
    <w:autoRedefine/>
    <w:semiHidden/>
    <w:rsid w:val="00662899"/>
    <w:pPr>
      <w:ind w:left="800"/>
    </w:pPr>
    <w:rPr>
      <w:sz w:val="18"/>
      <w:szCs w:val="18"/>
    </w:rPr>
  </w:style>
  <w:style w:type="paragraph" w:styleId="Verzeichnis6">
    <w:name w:val="toc 6"/>
    <w:basedOn w:val="Standard"/>
    <w:next w:val="Standard"/>
    <w:autoRedefine/>
    <w:semiHidden/>
    <w:rsid w:val="00662899"/>
    <w:pPr>
      <w:ind w:left="1000"/>
    </w:pPr>
    <w:rPr>
      <w:sz w:val="18"/>
      <w:szCs w:val="18"/>
    </w:rPr>
  </w:style>
  <w:style w:type="paragraph" w:styleId="Verzeichnis7">
    <w:name w:val="toc 7"/>
    <w:basedOn w:val="Standard"/>
    <w:next w:val="Standard"/>
    <w:autoRedefine/>
    <w:semiHidden/>
    <w:rsid w:val="00662899"/>
    <w:pPr>
      <w:ind w:left="1200"/>
    </w:pPr>
    <w:rPr>
      <w:sz w:val="18"/>
      <w:szCs w:val="18"/>
    </w:rPr>
  </w:style>
  <w:style w:type="paragraph" w:styleId="Verzeichnis8">
    <w:name w:val="toc 8"/>
    <w:basedOn w:val="Standard"/>
    <w:next w:val="Standard"/>
    <w:autoRedefine/>
    <w:semiHidden/>
    <w:rsid w:val="00662899"/>
    <w:pPr>
      <w:ind w:left="1400"/>
    </w:pPr>
    <w:rPr>
      <w:sz w:val="18"/>
      <w:szCs w:val="18"/>
    </w:rPr>
  </w:style>
  <w:style w:type="paragraph" w:styleId="Verzeichnis9">
    <w:name w:val="toc 9"/>
    <w:basedOn w:val="Standard"/>
    <w:next w:val="Standard"/>
    <w:autoRedefine/>
    <w:semiHidden/>
    <w:rsid w:val="00662899"/>
    <w:pPr>
      <w:ind w:left="1600"/>
    </w:pPr>
    <w:rPr>
      <w:sz w:val="18"/>
      <w:szCs w:val="18"/>
    </w:rPr>
  </w:style>
  <w:style w:type="paragraph" w:styleId="Textkrper2">
    <w:name w:val="Body Text 2"/>
    <w:basedOn w:val="Standard"/>
    <w:rsid w:val="00662899"/>
    <w:pPr>
      <w:spacing w:after="120" w:line="480" w:lineRule="auto"/>
    </w:pPr>
    <w:rPr>
      <w:rFonts w:ascii="Verdana" w:hAnsi="Verdana"/>
      <w:sz w:val="24"/>
    </w:rPr>
  </w:style>
  <w:style w:type="paragraph" w:styleId="Datum">
    <w:name w:val="Date"/>
    <w:basedOn w:val="Standard"/>
    <w:next w:val="Standard"/>
    <w:rsid w:val="00662899"/>
    <w:rPr>
      <w:rFonts w:ascii="Verdana" w:hAnsi="Verdana"/>
      <w:sz w:val="24"/>
    </w:rPr>
  </w:style>
  <w:style w:type="paragraph" w:customStyle="1" w:styleId="Blocktext2">
    <w:name w:val="Blocktext 2"/>
    <w:basedOn w:val="Standard"/>
    <w:rsid w:val="00662899"/>
    <w:pPr>
      <w:keepNext/>
      <w:keepLines/>
      <w:overflowPunct w:val="0"/>
      <w:autoSpaceDE w:val="0"/>
      <w:autoSpaceDN w:val="0"/>
      <w:adjustRightInd w:val="0"/>
      <w:spacing w:before="120"/>
      <w:ind w:left="878" w:hanging="170"/>
      <w:textAlignment w:val="baseline"/>
    </w:pPr>
    <w:rPr>
      <w:rFonts w:ascii="Courier New" w:hAnsi="Courier New"/>
      <w:lang w:val="de-AT"/>
    </w:rPr>
  </w:style>
  <w:style w:type="paragraph" w:styleId="Textkrper">
    <w:name w:val="Body Text"/>
    <w:basedOn w:val="Standard"/>
    <w:rsid w:val="00662899"/>
    <w:pPr>
      <w:overflowPunct w:val="0"/>
      <w:autoSpaceDE w:val="0"/>
      <w:autoSpaceDN w:val="0"/>
      <w:adjustRightInd w:val="0"/>
      <w:spacing w:before="120"/>
      <w:textAlignment w:val="baseline"/>
    </w:pPr>
    <w:rPr>
      <w:color w:val="808080"/>
    </w:rPr>
  </w:style>
  <w:style w:type="paragraph" w:styleId="StandardWeb">
    <w:name w:val="Normal (Web)"/>
    <w:basedOn w:val="Standard"/>
    <w:rsid w:val="00662899"/>
    <w:rPr>
      <w:lang w:val="de-AT"/>
    </w:rPr>
  </w:style>
  <w:style w:type="paragraph" w:styleId="Blocktext">
    <w:name w:val="Block Text"/>
    <w:basedOn w:val="Standard"/>
    <w:rsid w:val="00662899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autoSpaceDE w:val="0"/>
      <w:autoSpaceDN w:val="0"/>
      <w:adjustRightInd w:val="0"/>
      <w:spacing w:before="120"/>
      <w:ind w:left="993" w:right="1417"/>
      <w:jc w:val="both"/>
    </w:pPr>
    <w:rPr>
      <w:lang w:val="en-GB"/>
    </w:rPr>
  </w:style>
  <w:style w:type="paragraph" w:styleId="HTMLVorformatiert">
    <w:name w:val="HTML Preformatted"/>
    <w:basedOn w:val="Standard"/>
    <w:link w:val="HTMLVorformatiertZchn"/>
    <w:uiPriority w:val="99"/>
    <w:rsid w:val="006628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/>
    </w:pPr>
    <w:rPr>
      <w:rFonts w:ascii="Courier New" w:eastAsia="Courier New" w:hAnsi="Courier New" w:cs="Courier New"/>
      <w:lang w:val="de-AT"/>
    </w:rPr>
  </w:style>
  <w:style w:type="character" w:styleId="HTMLCode">
    <w:name w:val="HTML Code"/>
    <w:rsid w:val="00662899"/>
    <w:rPr>
      <w:rFonts w:ascii="Courier New" w:eastAsia="Times New Roman" w:hAnsi="Courier New" w:cs="Courier New"/>
      <w:sz w:val="20"/>
      <w:szCs w:val="20"/>
    </w:rPr>
  </w:style>
  <w:style w:type="paragraph" w:customStyle="1" w:styleId="AufgabeTitel">
    <w:name w:val="Aufgabe Titel"/>
    <w:basedOn w:val="Standard"/>
    <w:rsid w:val="00662899"/>
    <w:rPr>
      <w:b/>
    </w:rPr>
  </w:style>
  <w:style w:type="paragraph" w:customStyle="1" w:styleId="Tabellentext">
    <w:name w:val="Tabellentext"/>
    <w:basedOn w:val="Standard"/>
    <w:rsid w:val="00662899"/>
    <w:pPr>
      <w:spacing w:before="60" w:beforeAutospacing="0" w:after="60" w:afterAutospacing="0"/>
    </w:pPr>
    <w:rPr>
      <w:szCs w:val="20"/>
    </w:rPr>
  </w:style>
  <w:style w:type="paragraph" w:styleId="Kopfzeile">
    <w:name w:val="header"/>
    <w:basedOn w:val="Standard"/>
    <w:rsid w:val="00662899"/>
    <w:pPr>
      <w:tabs>
        <w:tab w:val="center" w:pos="4536"/>
        <w:tab w:val="right" w:pos="9072"/>
      </w:tabs>
    </w:pPr>
  </w:style>
  <w:style w:type="paragraph" w:customStyle="1" w:styleId="AbsatzTitel">
    <w:name w:val="Absatz Titel"/>
    <w:basedOn w:val="Standard"/>
    <w:rsid w:val="00662899"/>
    <w:pPr>
      <w:spacing w:after="0" w:afterAutospacing="0"/>
    </w:pPr>
    <w:rPr>
      <w:b/>
      <w:bCs/>
    </w:rPr>
  </w:style>
  <w:style w:type="paragraph" w:customStyle="1" w:styleId="AbsatzText">
    <w:name w:val="Absatz Text"/>
    <w:basedOn w:val="Standard"/>
    <w:rsid w:val="00662899"/>
  </w:style>
  <w:style w:type="paragraph" w:customStyle="1" w:styleId="Motivation">
    <w:name w:val="Motivation"/>
    <w:basedOn w:val="Standard"/>
    <w:rsid w:val="00662899"/>
    <w:pPr>
      <w:numPr>
        <w:numId w:val="2"/>
      </w:numPr>
      <w:shd w:val="clear" w:color="auto" w:fill="E6E6E6"/>
    </w:pPr>
  </w:style>
  <w:style w:type="paragraph" w:customStyle="1" w:styleId="Kopfzeile-Tab">
    <w:name w:val="Kopfzeile-Tab"/>
    <w:basedOn w:val="Standard"/>
    <w:rsid w:val="00662899"/>
    <w:pPr>
      <w:jc w:val="both"/>
    </w:pPr>
    <w:rPr>
      <w:rFonts w:ascii="Verdana" w:hAnsi="Verdana"/>
      <w:i/>
      <w:iCs/>
      <w:smallCaps/>
      <w:sz w:val="16"/>
      <w:szCs w:val="16"/>
    </w:rPr>
  </w:style>
  <w:style w:type="paragraph" w:customStyle="1" w:styleId="Fuzeile-Tab">
    <w:name w:val="Fußzeile-Tab"/>
    <w:basedOn w:val="Standard"/>
    <w:rsid w:val="00662899"/>
    <w:pPr>
      <w:jc w:val="both"/>
    </w:pPr>
    <w:rPr>
      <w:rFonts w:ascii="Verdana" w:hAnsi="Verdana"/>
      <w:i/>
      <w:iCs/>
      <w:smallCaps/>
      <w:sz w:val="16"/>
      <w:szCs w:val="16"/>
    </w:rPr>
  </w:style>
  <w:style w:type="paragraph" w:customStyle="1" w:styleId="Beispieltitel0">
    <w:name w:val="Beispieltitel"/>
    <w:basedOn w:val="Standard"/>
    <w:rsid w:val="00662899"/>
    <w:rPr>
      <w:i/>
    </w:rPr>
  </w:style>
  <w:style w:type="paragraph" w:customStyle="1" w:styleId="Aufgabentitel">
    <w:name w:val="Aufgabentitel"/>
    <w:basedOn w:val="Standard"/>
    <w:rsid w:val="00662899"/>
    <w:pPr>
      <w:numPr>
        <w:numId w:val="1"/>
      </w:numPr>
    </w:pPr>
    <w:rPr>
      <w:b/>
    </w:rPr>
  </w:style>
  <w:style w:type="paragraph" w:customStyle="1" w:styleId="Frage">
    <w:name w:val="Frage"/>
    <w:basedOn w:val="Standard"/>
    <w:rsid w:val="00662899"/>
    <w:pPr>
      <w:numPr>
        <w:numId w:val="4"/>
      </w:numPr>
      <w:shd w:val="clear" w:color="auto" w:fill="E6E6E6"/>
    </w:pPr>
  </w:style>
  <w:style w:type="paragraph" w:customStyle="1" w:styleId="Hinweis">
    <w:name w:val="Hinweis"/>
    <w:basedOn w:val="Frage"/>
    <w:rsid w:val="00662899"/>
    <w:pPr>
      <w:numPr>
        <w:numId w:val="3"/>
      </w:numPr>
    </w:pPr>
  </w:style>
  <w:style w:type="paragraph" w:customStyle="1" w:styleId="Pseudocode">
    <w:name w:val="Pseudocode"/>
    <w:basedOn w:val="Programmcode"/>
    <w:next w:val="Programmcode"/>
    <w:rsid w:val="006628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uto"/>
    </w:pPr>
  </w:style>
  <w:style w:type="character" w:customStyle="1" w:styleId="berschrift1Zchn">
    <w:name w:val="Überschrift 1 Zchn"/>
    <w:link w:val="berschrift1"/>
    <w:rsid w:val="002264AD"/>
    <w:rPr>
      <w:rFonts w:ascii="Verdana" w:hAnsi="Verdana"/>
      <w:b/>
      <w:bCs/>
      <w:sz w:val="32"/>
      <w:szCs w:val="36"/>
      <w:lang w:val="de-DE" w:eastAsia="de-DE" w:bidi="ar-SA"/>
    </w:rPr>
  </w:style>
  <w:style w:type="paragraph" w:customStyle="1" w:styleId="List-bullet-compact">
    <w:name w:val="List-bullet-compact"/>
    <w:basedOn w:val="Standard"/>
    <w:rsid w:val="008F3808"/>
    <w:pPr>
      <w:keepLines/>
      <w:numPr>
        <w:numId w:val="6"/>
      </w:numPr>
      <w:spacing w:before="0" w:beforeAutospacing="0" w:after="0" w:afterAutospacing="0"/>
      <w:jc w:val="both"/>
    </w:pPr>
    <w:rPr>
      <w:sz w:val="24"/>
      <w:szCs w:val="20"/>
    </w:rPr>
  </w:style>
  <w:style w:type="paragraph" w:customStyle="1" w:styleId="Table-list-bullet">
    <w:name w:val="Table-list-bullet"/>
    <w:basedOn w:val="Standard"/>
    <w:rsid w:val="008F3808"/>
    <w:pPr>
      <w:keepNext/>
      <w:keepLines/>
      <w:numPr>
        <w:numId w:val="5"/>
      </w:numPr>
      <w:tabs>
        <w:tab w:val="clear" w:pos="473"/>
        <w:tab w:val="num" w:pos="340"/>
      </w:tabs>
      <w:spacing w:before="0" w:beforeAutospacing="0" w:after="60" w:afterAutospacing="0"/>
    </w:pPr>
    <w:rPr>
      <w:sz w:val="24"/>
      <w:szCs w:val="20"/>
    </w:rPr>
  </w:style>
  <w:style w:type="character" w:customStyle="1" w:styleId="HTMLVorformatiertZchn">
    <w:name w:val="HTML Vorformatiert Zchn"/>
    <w:link w:val="HTMLVorformatiert"/>
    <w:uiPriority w:val="99"/>
    <w:rsid w:val="00FA58BF"/>
    <w:rPr>
      <w:rFonts w:ascii="Courier New" w:eastAsia="Courier New" w:hAnsi="Courier New" w:cs="Courier New"/>
      <w:szCs w:val="24"/>
      <w:lang w:val="de-AT"/>
    </w:rPr>
  </w:style>
  <w:style w:type="character" w:styleId="NichtaufgelsteErwhnung">
    <w:name w:val="Unresolved Mention"/>
    <w:uiPriority w:val="99"/>
    <w:semiHidden/>
    <w:unhideWhenUsed/>
    <w:rsid w:val="000660C2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0660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rgebnisse.osv.or.at/modules/Results/Stroke.aspx?SwimmerID=373202&amp;EventKey=50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rgebnisse.osv.or.at/modules/Results/Individual.aspx?Lang=de-DE" TargetMode="Externa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en\HTL\Vorlagen\Word\eLRN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DA476-8911-4C74-8763-D7F8D64ED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eLRN.dot</Template>
  <TotalTime>0</TotalTime>
  <Pages>3</Pages>
  <Words>834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HTL Leonding</Company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subject>Thema</dc:subject>
  <dc:creator>Gerald</dc:creator>
  <cp:keywords/>
  <dc:description/>
  <cp:lastModifiedBy>Birgit Schröder</cp:lastModifiedBy>
  <cp:revision>50</cp:revision>
  <cp:lastPrinted>2019-06-02T15:29:00Z</cp:lastPrinted>
  <dcterms:created xsi:type="dcterms:W3CDTF">2019-05-30T05:56:00Z</dcterms:created>
  <dcterms:modified xsi:type="dcterms:W3CDTF">2019-06-02T18:31:00Z</dcterms:modified>
  <cp:category/>
</cp:coreProperties>
</file>